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93EB71" w14:textId="77777777" w:rsidR="00682440" w:rsidRPr="00CA6CCF" w:rsidRDefault="00C923D3" w:rsidP="00EB4DB3">
      <w:pPr>
        <w:pStyle w:val="CourseName"/>
      </w:pPr>
      <w:r w:rsidRPr="00C923D3">
        <w:t xml:space="preserve">AOF </w:t>
      </w:r>
      <w:r w:rsidR="005077D5">
        <w:t>Business Economics</w:t>
      </w:r>
    </w:p>
    <w:p w14:paraId="78BC220B" w14:textId="77777777" w:rsidR="009635AE" w:rsidRDefault="009635AE" w:rsidP="00EB4DB3">
      <w:pPr>
        <w:pStyle w:val="ResourceTitle"/>
      </w:pPr>
      <w:r w:rsidRPr="00CA6CCF">
        <w:t>Course</w:t>
      </w:r>
      <w:r w:rsidR="00DE704C" w:rsidRPr="00CA6CCF">
        <w:t xml:space="preserve"> Scope and Sequence</w:t>
      </w:r>
    </w:p>
    <w:p w14:paraId="28AAEF6B" w14:textId="77777777" w:rsidR="00CF515F" w:rsidRDefault="00F545E4" w:rsidP="00EB4DB3">
      <w:pPr>
        <w:pStyle w:val="BodyText"/>
      </w:pPr>
      <w:r w:rsidRPr="00EB4DB3">
        <w:rPr>
          <w:iCs/>
        </w:rPr>
        <w:t>Business Economics</w:t>
      </w:r>
      <w:r w:rsidRPr="00BE0A7A">
        <w:t xml:space="preserve"> provides students with an introduction to the key concepts of </w:t>
      </w:r>
      <w:r>
        <w:t xml:space="preserve">economics as it pertains to </w:t>
      </w:r>
      <w:r w:rsidRPr="00BE0A7A">
        <w:t>business</w:t>
      </w:r>
      <w:r w:rsidR="00CF515F">
        <w:t>—</w:t>
      </w:r>
      <w:r w:rsidRPr="00BE0A7A">
        <w:t>supply, demand, profit, costs, and markets</w:t>
      </w:r>
      <w:r w:rsidR="00CF515F">
        <w:t>—</w:t>
      </w:r>
      <w:r w:rsidRPr="00BE0A7A">
        <w:t xml:space="preserve">and differentiates microeconomics from macroeconomics. It discusses the American economy and the factors that influence the success of businesses and products. The course discusses the relationship of labor and business, then provides a broad overview of the global economy. </w:t>
      </w:r>
    </w:p>
    <w:p w14:paraId="40AFB33D" w14:textId="77777777" w:rsidR="00CF515F" w:rsidRDefault="00322316" w:rsidP="00EB4DB3">
      <w:pPr>
        <w:pStyle w:val="BodyText"/>
      </w:pPr>
      <w:r>
        <w:rPr>
          <w:rFonts w:eastAsia="Arial"/>
        </w:rPr>
        <w:t xml:space="preserve">Students apply what they have learned </w:t>
      </w:r>
      <w:r w:rsidR="006F7AD1">
        <w:rPr>
          <w:rFonts w:eastAsia="Arial"/>
        </w:rPr>
        <w:t>in</w:t>
      </w:r>
      <w:r>
        <w:rPr>
          <w:rFonts w:eastAsia="Arial"/>
        </w:rPr>
        <w:t xml:space="preserve"> the course to the culminating project, </w:t>
      </w:r>
      <w:r w:rsidR="00FC6F05" w:rsidRPr="00160415">
        <w:t>form</w:t>
      </w:r>
      <w:r w:rsidR="00FC6F05">
        <w:t>ing consulting teams and vying</w:t>
      </w:r>
      <w:r w:rsidR="00FC6F05" w:rsidRPr="00160415">
        <w:t xml:space="preserve"> for a long</w:t>
      </w:r>
      <w:r w:rsidR="00FC6F05">
        <w:t>-</w:t>
      </w:r>
      <w:r w:rsidR="00FC6F05" w:rsidRPr="00160415">
        <w:t xml:space="preserve">term contract as management consultants to a major avocado grower and distributor. By applying basic concepts of business economics, groups learn to analyze relevant financial information </w:t>
      </w:r>
      <w:proofErr w:type="gramStart"/>
      <w:r w:rsidR="00FC6F05" w:rsidRPr="00160415">
        <w:t>in order to</w:t>
      </w:r>
      <w:proofErr w:type="gramEnd"/>
      <w:r w:rsidR="00FC6F05" w:rsidRPr="00160415">
        <w:t xml:space="preserve"> recommend strategies for increasing the company’s profitability. Teams present their strategic recommendations via a </w:t>
      </w:r>
      <w:r w:rsidR="009F7AE7">
        <w:t xml:space="preserve">poster or </w:t>
      </w:r>
      <w:r w:rsidR="00FC6F05" w:rsidRPr="00160415">
        <w:t>PowerPoint presentation to their client</w:t>
      </w:r>
      <w:r w:rsidR="00705047">
        <w:t>s</w:t>
      </w:r>
      <w:r w:rsidR="00FC6F05" w:rsidRPr="00160415">
        <w:t>.</w:t>
      </w:r>
      <w:r w:rsidR="00FC6F05">
        <w:t xml:space="preserve"> </w:t>
      </w:r>
    </w:p>
    <w:p w14:paraId="2F7BFD0F" w14:textId="77777777" w:rsidR="00550219" w:rsidRDefault="00F545E4" w:rsidP="00EB4DB3">
      <w:pPr>
        <w:pStyle w:val="BodyText"/>
        <w:rPr>
          <w:iCs/>
          <w:szCs w:val="22"/>
        </w:rPr>
      </w:pPr>
      <w:r w:rsidRPr="00FC6F05">
        <w:t>Finally, students ge</w:t>
      </w:r>
      <w:r w:rsidRPr="00BE0A7A">
        <w:t xml:space="preserve">t a chance to examine careers </w:t>
      </w:r>
      <w:r w:rsidR="006F7AD1">
        <w:t>that require business economics knowledge</w:t>
      </w:r>
      <w:r w:rsidR="00D95FD5" w:rsidRPr="00D95FD5">
        <w:rPr>
          <w:iCs/>
          <w:szCs w:val="22"/>
        </w:rPr>
        <w:t>.</w:t>
      </w:r>
    </w:p>
    <w:p w14:paraId="42A7F061" w14:textId="77777777" w:rsidR="004042E0" w:rsidRPr="00CA6CCF" w:rsidRDefault="00927A04" w:rsidP="00774E32">
      <w:pPr>
        <w:pStyle w:val="BodyText"/>
      </w:pPr>
      <w:r w:rsidRPr="006C79C2">
        <w:rPr>
          <w:iCs/>
          <w:szCs w:val="22"/>
        </w:rPr>
        <w:t xml:space="preserve">This course is expected to take a total of </w:t>
      </w:r>
      <w:r w:rsidR="007E05ED">
        <w:rPr>
          <w:iCs/>
          <w:szCs w:val="22"/>
        </w:rPr>
        <w:t>7</w:t>
      </w:r>
      <w:r w:rsidR="00B1690B">
        <w:rPr>
          <w:iCs/>
          <w:szCs w:val="22"/>
        </w:rPr>
        <w:t>1</w:t>
      </w:r>
      <w:r w:rsidR="007E05ED">
        <w:rPr>
          <w:iCs/>
          <w:szCs w:val="22"/>
        </w:rPr>
        <w:t xml:space="preserve"> </w:t>
      </w:r>
      <w:r w:rsidRPr="006C79C2">
        <w:rPr>
          <w:iCs/>
          <w:szCs w:val="22"/>
        </w:rPr>
        <w:t>50</w:t>
      </w:r>
      <w:r>
        <w:rPr>
          <w:iCs/>
          <w:szCs w:val="22"/>
        </w:rPr>
        <w:t>-</w:t>
      </w:r>
      <w:r w:rsidRPr="006C79C2">
        <w:rPr>
          <w:iCs/>
          <w:szCs w:val="22"/>
        </w:rPr>
        <w:t>minute class periods.</w:t>
      </w:r>
    </w:p>
    <w:p w14:paraId="3FBDA177" w14:textId="77777777" w:rsidR="003D4A20" w:rsidRPr="003D4A20" w:rsidRDefault="00EC53FC" w:rsidP="00EB4DB3">
      <w:pPr>
        <w:pStyle w:val="H1"/>
      </w:pPr>
      <w:r w:rsidRPr="00CA6CCF">
        <w:t>U</w:t>
      </w:r>
      <w:r>
        <w:t>nit</w:t>
      </w:r>
      <w:r w:rsidRPr="00CA6CCF">
        <w:t xml:space="preserve"> </w:t>
      </w:r>
      <w:r w:rsidR="009635AE" w:rsidRPr="00CA6CCF">
        <w:t xml:space="preserve">1: </w:t>
      </w:r>
      <w:r w:rsidRPr="003D4A20">
        <w:t>G</w:t>
      </w:r>
      <w:r>
        <w:t>etting</w:t>
      </w:r>
      <w:r w:rsidRPr="003D4A20">
        <w:t xml:space="preserve"> </w:t>
      </w:r>
      <w:r w:rsidR="00550219" w:rsidRPr="003D4A20">
        <w:t>S</w:t>
      </w:r>
      <w:r>
        <w:t>tarted</w:t>
      </w:r>
      <w:r w:rsidR="00550219" w:rsidRPr="003D4A20">
        <w:t xml:space="preserve"> </w:t>
      </w:r>
    </w:p>
    <w:p w14:paraId="68E81F1B" w14:textId="77777777" w:rsidR="008516BB" w:rsidRPr="00CA6CCF" w:rsidRDefault="00AB4B7E" w:rsidP="00EB4DB3">
      <w:pPr>
        <w:pStyle w:val="H3"/>
      </w:pPr>
      <w:r w:rsidRPr="00CA6CCF">
        <w:t xml:space="preserve">Lesson 1: Course </w:t>
      </w:r>
      <w:r w:rsidR="00550219" w:rsidRPr="00550219">
        <w:t>Introduction</w:t>
      </w:r>
      <w:r w:rsidR="006F7616">
        <w:tab/>
      </w:r>
    </w:p>
    <w:p w14:paraId="2BFE3696" w14:textId="77777777" w:rsidR="00AB4B7E" w:rsidRPr="00CA6CCF" w:rsidRDefault="00CA01D3" w:rsidP="00EB4DB3">
      <w:pPr>
        <w:pStyle w:val="BodyText"/>
      </w:pPr>
      <w:r>
        <w:t>Estimated # of Class Periods: 2</w:t>
      </w:r>
    </w:p>
    <w:p w14:paraId="5280E1EC" w14:textId="77777777" w:rsidR="00AB4B7E" w:rsidRPr="00CA6CCF" w:rsidRDefault="00AB4B7E" w:rsidP="00EB4DB3">
      <w:pPr>
        <w:pStyle w:val="BodyText"/>
      </w:pPr>
      <w:r w:rsidRPr="00CA6CCF">
        <w:t>Learning Objectives</w:t>
      </w:r>
    </w:p>
    <w:p w14:paraId="3567F4E0" w14:textId="77777777" w:rsidR="00CF515F" w:rsidRPr="00CF515F" w:rsidRDefault="00832B75" w:rsidP="00EB4DB3">
      <w:pPr>
        <w:pStyle w:val="BL"/>
      </w:pPr>
      <w:r>
        <w:t>Infer</w:t>
      </w:r>
      <w:r w:rsidRPr="00CF515F">
        <w:t xml:space="preserve"> </w:t>
      </w:r>
      <w:r w:rsidR="00CF515F" w:rsidRPr="00CF515F">
        <w:t xml:space="preserve">the skills and knowledge </w:t>
      </w:r>
      <w:r w:rsidR="0019008E">
        <w:t xml:space="preserve">about business economics </w:t>
      </w:r>
      <w:r w:rsidR="00CF515F" w:rsidRPr="00CF515F">
        <w:t>needed to be successful in an authentic project</w:t>
      </w:r>
    </w:p>
    <w:p w14:paraId="7029FC8E" w14:textId="77777777" w:rsidR="003D4A20" w:rsidRPr="00CF515F" w:rsidRDefault="00CF515F" w:rsidP="00EB4DB3">
      <w:pPr>
        <w:pStyle w:val="BL"/>
      </w:pPr>
      <w:r w:rsidRPr="00CF515F">
        <w:t xml:space="preserve">Identify general </w:t>
      </w:r>
      <w:r>
        <w:t>business economics</w:t>
      </w:r>
      <w:r w:rsidRPr="00CF515F">
        <w:t xml:space="preserve"> terms with which to build a taxonomy</w:t>
      </w:r>
      <w:r w:rsidR="003D4A20" w:rsidRPr="00CF515F">
        <w:t xml:space="preserve"> </w:t>
      </w:r>
    </w:p>
    <w:p w14:paraId="15CAC2DB" w14:textId="77777777" w:rsidR="00AB4B7E" w:rsidRPr="00CA6CCF" w:rsidRDefault="00AB4B7E" w:rsidP="00AB4B7E"/>
    <w:p w14:paraId="1EA21B5C" w14:textId="77777777" w:rsidR="00AB4B7E" w:rsidRPr="00CA6CCF" w:rsidRDefault="00AB4B7E" w:rsidP="00EB4DB3">
      <w:pPr>
        <w:pStyle w:val="H3"/>
      </w:pPr>
      <w:r w:rsidRPr="00CA6CCF">
        <w:t xml:space="preserve">Lesson 2: </w:t>
      </w:r>
      <w:r w:rsidR="00BC4CB3">
        <w:t>Introduction to Business Economics</w:t>
      </w:r>
      <w:r w:rsidR="006F7616">
        <w:tab/>
      </w:r>
    </w:p>
    <w:p w14:paraId="4C005D0E" w14:textId="77777777" w:rsidR="00AB4B7E" w:rsidRPr="00CA6CCF" w:rsidRDefault="00AB4B7E" w:rsidP="00EB4DB3">
      <w:pPr>
        <w:pStyle w:val="BodyText"/>
      </w:pPr>
      <w:r w:rsidRPr="00CA6CCF">
        <w:t xml:space="preserve">Estimated # of Class Periods: </w:t>
      </w:r>
      <w:r w:rsidR="007E05ED">
        <w:t>3</w:t>
      </w:r>
    </w:p>
    <w:p w14:paraId="44FECA9C" w14:textId="77777777" w:rsidR="00AB4B7E" w:rsidRPr="00CA6CCF" w:rsidRDefault="00AB4B7E" w:rsidP="00EB4DB3">
      <w:pPr>
        <w:pStyle w:val="BodyText"/>
      </w:pPr>
      <w:r w:rsidRPr="00CA6CCF">
        <w:t>Learning Objectives</w:t>
      </w:r>
    </w:p>
    <w:p w14:paraId="7DAFAB6B" w14:textId="77777777" w:rsidR="00BC4CB3" w:rsidRPr="00CF515F" w:rsidRDefault="00BC4CB3" w:rsidP="00EB4DB3">
      <w:pPr>
        <w:pStyle w:val="BL"/>
      </w:pPr>
      <w:r w:rsidRPr="00CF515F">
        <w:t xml:space="preserve">Define </w:t>
      </w:r>
      <w:r w:rsidR="00AF0A09">
        <w:t>key</w:t>
      </w:r>
      <w:r w:rsidR="00AF0A09" w:rsidRPr="00CF515F">
        <w:t xml:space="preserve"> </w:t>
      </w:r>
      <w:r w:rsidRPr="00CF515F">
        <w:t>terms in the field of business economics</w:t>
      </w:r>
    </w:p>
    <w:p w14:paraId="57502586" w14:textId="77777777" w:rsidR="00BC4CB3" w:rsidRPr="00CF515F" w:rsidRDefault="00736B0A" w:rsidP="00EB4DB3">
      <w:pPr>
        <w:pStyle w:val="BL"/>
      </w:pPr>
      <w:r>
        <w:t>Display understanding of</w:t>
      </w:r>
      <w:r w:rsidR="00BC4CB3" w:rsidRPr="00CF515F">
        <w:t xml:space="preserve"> the use of graphical tools as representations of macroeconomic and microeconomic principles</w:t>
      </w:r>
    </w:p>
    <w:p w14:paraId="38BC770C" w14:textId="77777777" w:rsidR="00BC4CB3" w:rsidRPr="00CF515F" w:rsidRDefault="00BC4CB3" w:rsidP="00EB4DB3">
      <w:pPr>
        <w:pStyle w:val="BL"/>
      </w:pPr>
      <w:r w:rsidRPr="00CF515F">
        <w:t>Identify the differences and similarities between macroeconomics and microeconomics</w:t>
      </w:r>
    </w:p>
    <w:p w14:paraId="312FDA62" w14:textId="77777777" w:rsidR="00AB46B9" w:rsidRDefault="00BC4CB3" w:rsidP="00EB4DB3">
      <w:pPr>
        <w:pStyle w:val="BL"/>
      </w:pPr>
      <w:r w:rsidRPr="00CF515F">
        <w:t>Describe why business economics is an important field of study</w:t>
      </w:r>
      <w:r w:rsidR="00777866" w:rsidRPr="00CF515F">
        <w:t xml:space="preserve"> </w:t>
      </w:r>
    </w:p>
    <w:p w14:paraId="13D99EF9" w14:textId="77777777" w:rsidR="000C5C23" w:rsidRPr="00CF515F" w:rsidRDefault="000C5C23" w:rsidP="000C5C23">
      <w:pPr>
        <w:pStyle w:val="BL"/>
        <w:numPr>
          <w:ilvl w:val="0"/>
          <w:numId w:val="0"/>
        </w:numPr>
        <w:ind w:left="648"/>
      </w:pPr>
    </w:p>
    <w:p w14:paraId="1EB460DE" w14:textId="77777777" w:rsidR="00BC4CB3" w:rsidRDefault="00D34E64" w:rsidP="00EB4DB3">
      <w:pPr>
        <w:pStyle w:val="H1"/>
      </w:pPr>
      <w:r w:rsidRPr="00CA6CCF">
        <w:t>U</w:t>
      </w:r>
      <w:r>
        <w:t>nit</w:t>
      </w:r>
      <w:r w:rsidRPr="00CA6CCF">
        <w:t xml:space="preserve"> </w:t>
      </w:r>
      <w:r w:rsidR="00BC4CB3" w:rsidRPr="00CA6CCF">
        <w:t xml:space="preserve">2: </w:t>
      </w:r>
      <w:r w:rsidRPr="00B042C0">
        <w:t>B</w:t>
      </w:r>
      <w:r>
        <w:t>asic</w:t>
      </w:r>
      <w:r w:rsidRPr="00B042C0">
        <w:t xml:space="preserve"> </w:t>
      </w:r>
      <w:r w:rsidR="00BC4CB3" w:rsidRPr="00B042C0">
        <w:t>E</w:t>
      </w:r>
      <w:r>
        <w:t>conomic Principles</w:t>
      </w:r>
    </w:p>
    <w:p w14:paraId="08F4F726" w14:textId="77777777" w:rsidR="00522B6F" w:rsidRPr="00CA6CCF" w:rsidRDefault="00522B6F" w:rsidP="00EB4DB3">
      <w:pPr>
        <w:pStyle w:val="H3"/>
      </w:pPr>
      <w:r w:rsidRPr="00CA6CCF">
        <w:t xml:space="preserve">Lesson </w:t>
      </w:r>
      <w:r w:rsidR="00680FBF" w:rsidRPr="00CA6CCF">
        <w:t>3</w:t>
      </w:r>
      <w:r w:rsidRPr="00CA6CCF">
        <w:t>:</w:t>
      </w:r>
      <w:r w:rsidR="00AE1D67" w:rsidRPr="00CA6CCF">
        <w:t xml:space="preserve"> </w:t>
      </w:r>
      <w:r w:rsidR="00BC4CB3" w:rsidRPr="00BC4CB3">
        <w:t>Scarcity</w:t>
      </w:r>
    </w:p>
    <w:p w14:paraId="38BA1FC2" w14:textId="77777777" w:rsidR="00522B6F" w:rsidRPr="00CA6CCF" w:rsidRDefault="00522B6F" w:rsidP="00EB4DB3">
      <w:pPr>
        <w:pStyle w:val="BodyText"/>
      </w:pPr>
      <w:r w:rsidRPr="00CA6CCF">
        <w:t xml:space="preserve">Estimated # of Class Periods: </w:t>
      </w:r>
      <w:r w:rsidR="00315EFF">
        <w:t>4</w:t>
      </w:r>
    </w:p>
    <w:p w14:paraId="57611CBB" w14:textId="77777777" w:rsidR="00522B6F" w:rsidRPr="00CA6CCF" w:rsidRDefault="00522B6F" w:rsidP="00EB4DB3">
      <w:pPr>
        <w:pStyle w:val="BodyText"/>
      </w:pPr>
      <w:r w:rsidRPr="00CA6CCF">
        <w:t>Learning Objectives</w:t>
      </w:r>
    </w:p>
    <w:p w14:paraId="4398282C" w14:textId="77777777" w:rsidR="00736B0A" w:rsidRPr="00736B0A" w:rsidRDefault="00736B0A" w:rsidP="00EB4DB3">
      <w:pPr>
        <w:pStyle w:val="BL"/>
      </w:pPr>
      <w:r w:rsidRPr="00736B0A">
        <w:t>Display understanding of why scarcity of resources is the basic economic problem</w:t>
      </w:r>
    </w:p>
    <w:p w14:paraId="3F49EB96" w14:textId="77777777" w:rsidR="00736B0A" w:rsidRPr="00736B0A" w:rsidRDefault="00736B0A" w:rsidP="00EB4DB3">
      <w:pPr>
        <w:pStyle w:val="BL"/>
      </w:pPr>
      <w:r w:rsidRPr="00736B0A">
        <w:lastRenderedPageBreak/>
        <w:t>Display understanding that the existence of scarcity forces economic actors to make choices</w:t>
      </w:r>
    </w:p>
    <w:p w14:paraId="11DFBDE6" w14:textId="77777777" w:rsidR="00736B0A" w:rsidRPr="00736B0A" w:rsidRDefault="00736B0A" w:rsidP="00EB4DB3">
      <w:pPr>
        <w:pStyle w:val="BL"/>
      </w:pPr>
      <w:r w:rsidRPr="00736B0A">
        <w:t xml:space="preserve">Demonstrate the ability to </w:t>
      </w:r>
      <w:r w:rsidR="00BC58B7">
        <w:t xml:space="preserve">assess the costs and benefits of alternatives </w:t>
      </w:r>
      <w:r w:rsidR="00BC58B7" w:rsidRPr="00B917E5">
        <w:t xml:space="preserve">when making decisions, </w:t>
      </w:r>
      <w:proofErr w:type="gramStart"/>
      <w:r w:rsidR="00BC58B7" w:rsidRPr="00B917E5">
        <w:t>taking into account</w:t>
      </w:r>
      <w:proofErr w:type="gramEnd"/>
      <w:r w:rsidR="00BC58B7" w:rsidRPr="00B917E5">
        <w:t xml:space="preserve"> opportunity costs and trade</w:t>
      </w:r>
      <w:r w:rsidR="00EA0683">
        <w:t>-</w:t>
      </w:r>
      <w:r w:rsidR="00BC58B7" w:rsidRPr="00B917E5">
        <w:t>offs</w:t>
      </w:r>
    </w:p>
    <w:p w14:paraId="4F84E351" w14:textId="77777777" w:rsidR="00550219" w:rsidRPr="00736B0A" w:rsidRDefault="00736B0A" w:rsidP="00EB4DB3">
      <w:pPr>
        <w:pStyle w:val="BL"/>
      </w:pPr>
      <w:r w:rsidRPr="00736B0A">
        <w:t>Create graphs showing production possibilities and associated trade</w:t>
      </w:r>
      <w:r w:rsidR="00302B56">
        <w:t>-</w:t>
      </w:r>
      <w:r w:rsidRPr="00736B0A">
        <w:t>offs</w:t>
      </w:r>
    </w:p>
    <w:p w14:paraId="38116E32" w14:textId="77777777" w:rsidR="00736B0A" w:rsidRDefault="00736B0A" w:rsidP="00736B0A"/>
    <w:p w14:paraId="0FBD50DB" w14:textId="77777777" w:rsidR="006575ED" w:rsidRPr="00CA6CCF" w:rsidRDefault="006575ED" w:rsidP="00EB4DB3">
      <w:pPr>
        <w:pStyle w:val="H3"/>
      </w:pPr>
      <w:r w:rsidRPr="00CA6CCF">
        <w:t xml:space="preserve">Lesson </w:t>
      </w:r>
      <w:r w:rsidR="00AE1D67" w:rsidRPr="00CA6CCF">
        <w:t>4</w:t>
      </w:r>
      <w:r w:rsidR="00EC0518" w:rsidRPr="00CA6CCF">
        <w:t>:</w:t>
      </w:r>
      <w:r w:rsidRPr="00CA6CCF">
        <w:t xml:space="preserve"> </w:t>
      </w:r>
      <w:r w:rsidR="00BC4CB3" w:rsidRPr="00BC4CB3">
        <w:t>Utility, Diminishing Returns, and Comparative Advantage</w:t>
      </w:r>
    </w:p>
    <w:p w14:paraId="6CD3891E" w14:textId="77777777" w:rsidR="00544412" w:rsidRPr="00CA6CCF" w:rsidRDefault="00544412" w:rsidP="00EB4DB3">
      <w:pPr>
        <w:pStyle w:val="BodyText"/>
      </w:pPr>
      <w:r w:rsidRPr="00CA6CCF">
        <w:t xml:space="preserve">Estimated # of Class Periods: </w:t>
      </w:r>
      <w:r w:rsidR="00736B0A">
        <w:t>4</w:t>
      </w:r>
    </w:p>
    <w:p w14:paraId="0A404082" w14:textId="77777777" w:rsidR="006575ED" w:rsidRPr="00CA6CCF" w:rsidRDefault="006575ED" w:rsidP="00EB4DB3">
      <w:pPr>
        <w:pStyle w:val="BodyText"/>
      </w:pPr>
      <w:r w:rsidRPr="00CA6CCF">
        <w:t>Learning Objectives</w:t>
      </w:r>
    </w:p>
    <w:p w14:paraId="5DF77166" w14:textId="77777777" w:rsidR="00736B0A" w:rsidRPr="00736B0A" w:rsidRDefault="00736B0A" w:rsidP="00EB4DB3">
      <w:pPr>
        <w:pStyle w:val="BL"/>
      </w:pPr>
      <w:r w:rsidRPr="00736B0A">
        <w:t>Identify examples of different forms of utility and explain how this concept drives consumption and production decisions within an environment of diminishing marginal returns</w:t>
      </w:r>
    </w:p>
    <w:p w14:paraId="78C63C67" w14:textId="77777777" w:rsidR="00515CAF" w:rsidRPr="00CF515F" w:rsidRDefault="00736B0A" w:rsidP="00EB4DB3">
      <w:pPr>
        <w:pStyle w:val="BL"/>
      </w:pPr>
      <w:r w:rsidRPr="00736B0A">
        <w:t>Demonstrate the ability to apply information drawn from measuring diminishing marginal returns and increasing opportunity costs to a business example</w:t>
      </w:r>
    </w:p>
    <w:p w14:paraId="68084044" w14:textId="77777777" w:rsidR="00550219" w:rsidRDefault="00550219" w:rsidP="00515CAF">
      <w:pPr>
        <w:pStyle w:val="Lesson"/>
      </w:pPr>
    </w:p>
    <w:p w14:paraId="1F964C7E" w14:textId="77777777" w:rsidR="00B02D74" w:rsidRPr="00CA6CCF" w:rsidRDefault="00B02D74" w:rsidP="00EB4DB3">
      <w:pPr>
        <w:pStyle w:val="H3"/>
      </w:pPr>
      <w:r w:rsidRPr="00CA6CCF">
        <w:t xml:space="preserve">Lesson </w:t>
      </w:r>
      <w:r w:rsidR="00AE1D67" w:rsidRPr="00CA6CCF">
        <w:t>5</w:t>
      </w:r>
      <w:r w:rsidRPr="00CA6CCF">
        <w:t xml:space="preserve">: </w:t>
      </w:r>
      <w:r w:rsidR="00637324" w:rsidRPr="00637324">
        <w:t>Factors of Production</w:t>
      </w:r>
    </w:p>
    <w:p w14:paraId="640144CE" w14:textId="77777777" w:rsidR="00B02D74" w:rsidRPr="00CA6CCF" w:rsidRDefault="00B02D74" w:rsidP="00EB4DB3">
      <w:pPr>
        <w:pStyle w:val="BodyText"/>
      </w:pPr>
      <w:r w:rsidRPr="00CA6CCF">
        <w:t xml:space="preserve">Estimated # of Class Periods: </w:t>
      </w:r>
      <w:r w:rsidR="00F365B2">
        <w:t>3</w:t>
      </w:r>
    </w:p>
    <w:p w14:paraId="1FB9742C" w14:textId="77777777" w:rsidR="00B02D74" w:rsidRPr="00CA6CCF" w:rsidRDefault="00B02D74" w:rsidP="00EB4DB3">
      <w:pPr>
        <w:pStyle w:val="BodyText"/>
      </w:pPr>
      <w:r w:rsidRPr="00CA6CCF">
        <w:t xml:space="preserve">Learning </w:t>
      </w:r>
      <w:r w:rsidR="00127EBA" w:rsidRPr="00CA6CCF">
        <w:t>Objectives</w:t>
      </w:r>
    </w:p>
    <w:p w14:paraId="28AA6D97" w14:textId="77777777" w:rsidR="00637324" w:rsidRPr="00CF515F" w:rsidRDefault="00637324" w:rsidP="00EB4DB3">
      <w:pPr>
        <w:pStyle w:val="BL"/>
      </w:pPr>
      <w:r w:rsidRPr="00CF515F">
        <w:t>Define the factors of production and describe how they interrelate</w:t>
      </w:r>
    </w:p>
    <w:p w14:paraId="2D3AF6C6" w14:textId="77777777" w:rsidR="00637324" w:rsidRPr="00CF515F" w:rsidRDefault="00637324" w:rsidP="00EB4DB3">
      <w:pPr>
        <w:pStyle w:val="BL"/>
      </w:pPr>
      <w:r w:rsidRPr="00CF515F">
        <w:t xml:space="preserve">Explain what happens when the factors of production </w:t>
      </w:r>
      <w:r w:rsidR="002419B4">
        <w:t>are brought together through entrepreneurship</w:t>
      </w:r>
    </w:p>
    <w:p w14:paraId="4A19D741" w14:textId="77777777" w:rsidR="00515CAF" w:rsidRPr="00CF515F" w:rsidRDefault="00637324" w:rsidP="00EB4DB3">
      <w:pPr>
        <w:pStyle w:val="BL"/>
      </w:pPr>
      <w:r w:rsidRPr="00CF515F">
        <w:t>Explain how the factors of production go into making a selected product</w:t>
      </w:r>
    </w:p>
    <w:p w14:paraId="5C63C3D6" w14:textId="77777777" w:rsidR="00364C24" w:rsidRPr="00CA6CCF" w:rsidRDefault="00364C24" w:rsidP="00B02D74">
      <w:pPr>
        <w:pStyle w:val="Lesson"/>
      </w:pPr>
    </w:p>
    <w:p w14:paraId="7A5CBFCE" w14:textId="77777777" w:rsidR="007F6ABD" w:rsidRPr="00CA6CCF" w:rsidRDefault="007F6ABD" w:rsidP="00EB4DB3">
      <w:pPr>
        <w:pStyle w:val="H3"/>
      </w:pPr>
      <w:r w:rsidRPr="00CA6CCF">
        <w:t xml:space="preserve">Lesson </w:t>
      </w:r>
      <w:r w:rsidR="00300772" w:rsidRPr="00CA6CCF">
        <w:t>6</w:t>
      </w:r>
      <w:r w:rsidRPr="00CA6CCF">
        <w:t xml:space="preserve">: </w:t>
      </w:r>
      <w:r w:rsidR="008E4DBE" w:rsidRPr="008E4DBE">
        <w:t>Supply and Demand</w:t>
      </w:r>
    </w:p>
    <w:p w14:paraId="53374496" w14:textId="77777777" w:rsidR="007F6ABD" w:rsidRPr="00CA6CCF" w:rsidRDefault="007F6ABD" w:rsidP="00EB4DB3">
      <w:pPr>
        <w:pStyle w:val="BodyText"/>
      </w:pPr>
      <w:r w:rsidRPr="00CA6CCF">
        <w:t xml:space="preserve">Estimated # of Class Periods: </w:t>
      </w:r>
      <w:r w:rsidR="008E4DBE">
        <w:t>6</w:t>
      </w:r>
    </w:p>
    <w:p w14:paraId="0A4F06FC" w14:textId="77777777" w:rsidR="007F6ABD" w:rsidRPr="00CA6CCF" w:rsidRDefault="007F6ABD" w:rsidP="00EB4DB3">
      <w:pPr>
        <w:pStyle w:val="BodyText"/>
      </w:pPr>
      <w:r w:rsidRPr="00CA6CCF">
        <w:t>Learning Objectives</w:t>
      </w:r>
    </w:p>
    <w:p w14:paraId="14CBB8E2" w14:textId="77777777" w:rsidR="00705047" w:rsidRPr="00705047" w:rsidRDefault="00705047" w:rsidP="00EB4DB3">
      <w:pPr>
        <w:pStyle w:val="BL"/>
      </w:pPr>
      <w:r w:rsidRPr="00705047">
        <w:t>Display understanding of Adam Smith’s insights into market behavior</w:t>
      </w:r>
    </w:p>
    <w:p w14:paraId="66806694" w14:textId="77777777" w:rsidR="00705047" w:rsidRPr="00705047" w:rsidRDefault="00705047" w:rsidP="00EB4DB3">
      <w:pPr>
        <w:pStyle w:val="BL"/>
      </w:pPr>
      <w:r w:rsidRPr="00705047">
        <w:t>Create and explain a demand table and a demand curve</w:t>
      </w:r>
    </w:p>
    <w:p w14:paraId="66EC299C" w14:textId="77777777" w:rsidR="00705047" w:rsidRPr="00705047" w:rsidRDefault="00705047" w:rsidP="00EB4DB3">
      <w:pPr>
        <w:pStyle w:val="BL"/>
      </w:pPr>
      <w:r w:rsidRPr="00705047">
        <w:t>Create and explain a supply table and a supply curve</w:t>
      </w:r>
    </w:p>
    <w:p w14:paraId="0D052A74" w14:textId="77777777" w:rsidR="00705047" w:rsidRPr="00705047" w:rsidRDefault="00705047" w:rsidP="00EB4DB3">
      <w:pPr>
        <w:pStyle w:val="BL"/>
      </w:pPr>
      <w:r w:rsidRPr="00705047">
        <w:t>Explain how the laws of supply and demand affect business</w:t>
      </w:r>
    </w:p>
    <w:p w14:paraId="1A3A6362" w14:textId="77777777" w:rsidR="00D607D6" w:rsidRDefault="00D607D6" w:rsidP="00A50B10">
      <w:pPr>
        <w:pStyle w:val="BulletedList"/>
        <w:numPr>
          <w:ilvl w:val="0"/>
          <w:numId w:val="0"/>
        </w:numPr>
        <w:ind w:left="2328" w:hanging="288"/>
      </w:pPr>
    </w:p>
    <w:p w14:paraId="4D0365C4" w14:textId="77777777" w:rsidR="009E3362" w:rsidRDefault="00D34E64" w:rsidP="00EB4DB3">
      <w:pPr>
        <w:pStyle w:val="H1"/>
      </w:pPr>
      <w:r w:rsidRPr="00CA6CCF">
        <w:t>U</w:t>
      </w:r>
      <w:r>
        <w:t>nit</w:t>
      </w:r>
      <w:r w:rsidRPr="00CA6CCF">
        <w:t xml:space="preserve"> </w:t>
      </w:r>
      <w:r w:rsidR="00B1690B">
        <w:t>3</w:t>
      </w:r>
      <w:r w:rsidR="009E3362" w:rsidRPr="00CA6CCF">
        <w:t xml:space="preserve">: </w:t>
      </w:r>
      <w:r w:rsidR="00B1690B">
        <w:t xml:space="preserve">Entrepreneurship </w:t>
      </w:r>
      <w:r>
        <w:t xml:space="preserve">and </w:t>
      </w:r>
      <w:r w:rsidR="009E3362" w:rsidRPr="00B042C0">
        <w:t>C</w:t>
      </w:r>
      <w:r>
        <w:t>ompetition</w:t>
      </w:r>
    </w:p>
    <w:p w14:paraId="1663EEC4" w14:textId="77777777" w:rsidR="00B1690B" w:rsidRPr="00CA6CCF" w:rsidRDefault="00B1690B" w:rsidP="00B1690B">
      <w:pPr>
        <w:pStyle w:val="H3"/>
      </w:pPr>
      <w:r w:rsidRPr="00CA6CCF">
        <w:t xml:space="preserve">Lesson 7: </w:t>
      </w:r>
      <w:r>
        <w:t>Entrepreneurship in a Free-Market Economy</w:t>
      </w:r>
    </w:p>
    <w:p w14:paraId="12CB9186" w14:textId="77777777" w:rsidR="00B1690B" w:rsidRPr="00CA6CCF" w:rsidRDefault="00B1690B" w:rsidP="00B1690B">
      <w:pPr>
        <w:pStyle w:val="BodyText"/>
      </w:pPr>
      <w:r w:rsidRPr="00CA6CCF">
        <w:t xml:space="preserve">Estimated # of Class Periods: </w:t>
      </w:r>
      <w:r>
        <w:t>4</w:t>
      </w:r>
    </w:p>
    <w:p w14:paraId="269A7DA0" w14:textId="77777777" w:rsidR="00B1690B" w:rsidRPr="00CA6CCF" w:rsidRDefault="00B1690B" w:rsidP="00B1690B">
      <w:pPr>
        <w:pStyle w:val="BodyText"/>
      </w:pPr>
      <w:r w:rsidRPr="00CA6CCF">
        <w:t>Learning Objectives</w:t>
      </w:r>
    </w:p>
    <w:p w14:paraId="0FD22298" w14:textId="77777777" w:rsidR="00B1690B" w:rsidRPr="00CF515F" w:rsidRDefault="00B1690B" w:rsidP="00B1690B">
      <w:pPr>
        <w:pStyle w:val="BL"/>
      </w:pPr>
      <w:r w:rsidRPr="00CF515F">
        <w:t>Describe the role of the entrepreneur and how entrepreneurs start businesses</w:t>
      </w:r>
    </w:p>
    <w:p w14:paraId="0B85CEEE" w14:textId="77777777" w:rsidR="00B1690B" w:rsidRDefault="00B1690B" w:rsidP="00B1690B">
      <w:pPr>
        <w:pStyle w:val="BL"/>
      </w:pPr>
      <w:r w:rsidRPr="00CF515F">
        <w:t xml:space="preserve">Explain how </w:t>
      </w:r>
      <w:r>
        <w:t>successful</w:t>
      </w:r>
      <w:r w:rsidRPr="00CF515F">
        <w:t xml:space="preserve"> entrepreneurial ventures have impacted society</w:t>
      </w:r>
    </w:p>
    <w:p w14:paraId="27602C4C" w14:textId="77777777" w:rsidR="00B1690B" w:rsidRPr="00CF515F" w:rsidRDefault="00B1690B" w:rsidP="00B1690B">
      <w:pPr>
        <w:pStyle w:val="BL"/>
      </w:pPr>
      <w:r>
        <w:t>Assess the risks and rewards associated with pursuing an entrepreneurial venture</w:t>
      </w:r>
    </w:p>
    <w:p w14:paraId="2F901D0D" w14:textId="77777777" w:rsidR="00B1690B" w:rsidRDefault="00B1690B" w:rsidP="00EB4DB3">
      <w:pPr>
        <w:pStyle w:val="H3"/>
      </w:pPr>
    </w:p>
    <w:p w14:paraId="46B75377" w14:textId="77777777" w:rsidR="00C862A4" w:rsidRPr="00CA6CCF" w:rsidRDefault="00C862A4" w:rsidP="00EB4DB3">
      <w:pPr>
        <w:pStyle w:val="H3"/>
      </w:pPr>
      <w:r w:rsidRPr="00CA6CCF">
        <w:t xml:space="preserve">Lesson </w:t>
      </w:r>
      <w:r w:rsidR="00B1690B">
        <w:t>8</w:t>
      </w:r>
      <w:r w:rsidRPr="00CA6CCF">
        <w:t xml:space="preserve">: </w:t>
      </w:r>
      <w:r w:rsidR="00153748" w:rsidRPr="00153748">
        <w:t>Equilibrium and Pricing</w:t>
      </w:r>
    </w:p>
    <w:p w14:paraId="0209CA9C" w14:textId="77777777" w:rsidR="00C862A4" w:rsidRPr="00CA6CCF" w:rsidRDefault="00C862A4" w:rsidP="00EB4DB3">
      <w:pPr>
        <w:pStyle w:val="BodyText"/>
      </w:pPr>
      <w:r w:rsidRPr="00CA6CCF">
        <w:t xml:space="preserve">Estimated # of Class Periods: </w:t>
      </w:r>
      <w:r w:rsidR="00153748">
        <w:t>5</w:t>
      </w:r>
    </w:p>
    <w:p w14:paraId="4CAE75FF" w14:textId="77777777" w:rsidR="00C862A4" w:rsidRPr="00CA6CCF" w:rsidRDefault="00C862A4" w:rsidP="00EB4DB3">
      <w:pPr>
        <w:pStyle w:val="BodyText"/>
      </w:pPr>
      <w:r w:rsidRPr="00CA6CCF">
        <w:t>Learning Objectives</w:t>
      </w:r>
    </w:p>
    <w:p w14:paraId="5BF1A1BC" w14:textId="77777777" w:rsidR="00153748" w:rsidRPr="00CF515F" w:rsidRDefault="00874D5E" w:rsidP="00EB4DB3">
      <w:pPr>
        <w:pStyle w:val="BL"/>
      </w:pPr>
      <w:r>
        <w:t>Explain</w:t>
      </w:r>
      <w:r w:rsidR="00153748" w:rsidRPr="00CF515F">
        <w:t xml:space="preserve"> the importance of price in a free</w:t>
      </w:r>
      <w:r w:rsidR="00680EDC">
        <w:t>-</w:t>
      </w:r>
      <w:r w:rsidR="00153748" w:rsidRPr="00CF515F">
        <w:t>market economy</w:t>
      </w:r>
    </w:p>
    <w:p w14:paraId="5FD6A1EE" w14:textId="77777777" w:rsidR="00153748" w:rsidRPr="00CF515F" w:rsidRDefault="00736B0A" w:rsidP="00EB4DB3">
      <w:pPr>
        <w:pStyle w:val="BL"/>
      </w:pPr>
      <w:r>
        <w:t>Evaluate</w:t>
      </w:r>
      <w:r w:rsidR="00153748" w:rsidRPr="00CF515F">
        <w:t xml:space="preserve"> ways in which businesses respond to market information conveyed in prices</w:t>
      </w:r>
    </w:p>
    <w:p w14:paraId="480F123C" w14:textId="77777777" w:rsidR="00153748" w:rsidRPr="00CF515F" w:rsidRDefault="00874D5E" w:rsidP="00EB4DB3">
      <w:pPr>
        <w:pStyle w:val="BL"/>
      </w:pPr>
      <w:r>
        <w:t>Demonstrate the ability to a</w:t>
      </w:r>
      <w:r w:rsidR="00153748" w:rsidRPr="00CF515F">
        <w:t xml:space="preserve">nalyze </w:t>
      </w:r>
      <w:r>
        <w:t xml:space="preserve">the impact of </w:t>
      </w:r>
      <w:r w:rsidR="00153748" w:rsidRPr="00CF515F">
        <w:t>cost of production on price</w:t>
      </w:r>
    </w:p>
    <w:p w14:paraId="053B5B6C" w14:textId="77777777" w:rsidR="00C862A4" w:rsidRPr="00CF515F" w:rsidRDefault="00153748" w:rsidP="00EB4DB3">
      <w:pPr>
        <w:pStyle w:val="BL"/>
      </w:pPr>
      <w:r w:rsidRPr="00CF515F">
        <w:t>Compare and contrast demand-driven and supply-driven causes of price change</w:t>
      </w:r>
    </w:p>
    <w:p w14:paraId="512EE69F" w14:textId="77777777" w:rsidR="003E28CB" w:rsidRDefault="003E28CB" w:rsidP="00D46718">
      <w:pPr>
        <w:pStyle w:val="Lesson"/>
      </w:pPr>
    </w:p>
    <w:p w14:paraId="0F5237EF" w14:textId="77777777" w:rsidR="0063484E" w:rsidRPr="00CA6CCF" w:rsidRDefault="0063484E" w:rsidP="00EB4DB3">
      <w:pPr>
        <w:pStyle w:val="H3"/>
      </w:pPr>
      <w:r w:rsidRPr="00CA6CCF">
        <w:t xml:space="preserve">Lesson </w:t>
      </w:r>
      <w:r w:rsidR="00B1690B">
        <w:t>9</w:t>
      </w:r>
      <w:r w:rsidRPr="00CA6CCF">
        <w:t xml:space="preserve">: </w:t>
      </w:r>
      <w:r w:rsidR="000F1253" w:rsidRPr="000F1253">
        <w:t>Competition and the Marketplace</w:t>
      </w:r>
    </w:p>
    <w:p w14:paraId="60387AF4" w14:textId="77777777" w:rsidR="0063484E" w:rsidRPr="00CA6CCF" w:rsidRDefault="0063484E" w:rsidP="00EB4DB3">
      <w:pPr>
        <w:pStyle w:val="BodyText"/>
      </w:pPr>
      <w:r w:rsidRPr="00CA6CCF">
        <w:t xml:space="preserve">Estimated # of Class Periods: </w:t>
      </w:r>
      <w:r w:rsidR="00C03F8E">
        <w:t>8</w:t>
      </w:r>
    </w:p>
    <w:p w14:paraId="71D1C625" w14:textId="77777777" w:rsidR="0063484E" w:rsidRPr="00CA6CCF" w:rsidRDefault="0063484E" w:rsidP="00EB4DB3">
      <w:pPr>
        <w:pStyle w:val="BodyText"/>
      </w:pPr>
      <w:r w:rsidRPr="00CA6CCF">
        <w:t>Learning Objectives</w:t>
      </w:r>
    </w:p>
    <w:p w14:paraId="17AB5BAD" w14:textId="77777777" w:rsidR="000F1253" w:rsidRPr="00CF515F" w:rsidRDefault="00874D5E" w:rsidP="00EB4DB3">
      <w:pPr>
        <w:pStyle w:val="BL"/>
      </w:pPr>
      <w:r>
        <w:t>Display</w:t>
      </w:r>
      <w:r w:rsidR="000F1253" w:rsidRPr="00CF515F">
        <w:t xml:space="preserve"> understanding of different types of markets</w:t>
      </w:r>
    </w:p>
    <w:p w14:paraId="23E8B46C" w14:textId="77777777" w:rsidR="000F1253" w:rsidRPr="00CF515F" w:rsidRDefault="00874D5E" w:rsidP="00EB4DB3">
      <w:pPr>
        <w:pStyle w:val="BL"/>
      </w:pPr>
      <w:r>
        <w:t>Explain</w:t>
      </w:r>
      <w:r w:rsidR="000F1253" w:rsidRPr="00CF515F">
        <w:t xml:space="preserve"> how businesses respond to different market conditions </w:t>
      </w:r>
      <w:proofErr w:type="gramStart"/>
      <w:r w:rsidR="000F1253" w:rsidRPr="00CF515F">
        <w:t>in order to</w:t>
      </w:r>
      <w:proofErr w:type="gramEnd"/>
      <w:r w:rsidR="000F1253" w:rsidRPr="00CF515F">
        <w:t xml:space="preserve"> better compete</w:t>
      </w:r>
    </w:p>
    <w:p w14:paraId="315E4C08" w14:textId="77777777" w:rsidR="000F1253" w:rsidRPr="00CF515F" w:rsidRDefault="00E76BCC" w:rsidP="00EB4DB3">
      <w:pPr>
        <w:pStyle w:val="BL"/>
      </w:pPr>
      <w:r w:rsidRPr="00CF515F">
        <w:t xml:space="preserve">Compare </w:t>
      </w:r>
      <w:r w:rsidR="00B851D3">
        <w:t xml:space="preserve">and contrast </w:t>
      </w:r>
      <w:r w:rsidR="000F1253" w:rsidRPr="00CF515F">
        <w:t xml:space="preserve">the impact of </w:t>
      </w:r>
      <w:r w:rsidR="0019008E">
        <w:t>differing</w:t>
      </w:r>
      <w:r w:rsidR="0019008E" w:rsidRPr="00CF515F">
        <w:t xml:space="preserve"> </w:t>
      </w:r>
      <w:r w:rsidR="000F1253" w:rsidRPr="00CF515F">
        <w:t xml:space="preserve">market </w:t>
      </w:r>
      <w:r w:rsidR="0019008E">
        <w:t>structures</w:t>
      </w:r>
      <w:r w:rsidR="0019008E" w:rsidRPr="00CF515F">
        <w:t xml:space="preserve"> </w:t>
      </w:r>
      <w:r w:rsidR="000F1253" w:rsidRPr="00CF515F">
        <w:t xml:space="preserve">on the success of a product or </w:t>
      </w:r>
      <w:r w:rsidR="00B851D3">
        <w:t xml:space="preserve">a </w:t>
      </w:r>
      <w:r w:rsidR="000F1253" w:rsidRPr="00CF515F">
        <w:t>service</w:t>
      </w:r>
    </w:p>
    <w:p w14:paraId="09979C9C" w14:textId="77777777" w:rsidR="00D0713C" w:rsidRPr="00CF515F" w:rsidRDefault="00D0713C" w:rsidP="00C774A5"/>
    <w:p w14:paraId="185FCE03" w14:textId="77777777" w:rsidR="000F1253" w:rsidRDefault="00D34E64" w:rsidP="00EB4DB3">
      <w:pPr>
        <w:pStyle w:val="H1"/>
      </w:pPr>
      <w:r w:rsidRPr="00CA6CCF">
        <w:t>U</w:t>
      </w:r>
      <w:r>
        <w:t>nit</w:t>
      </w:r>
      <w:r w:rsidRPr="00CA6CCF">
        <w:t xml:space="preserve"> </w:t>
      </w:r>
      <w:r w:rsidR="00B1690B">
        <w:t>4</w:t>
      </w:r>
      <w:r w:rsidR="000F1253" w:rsidRPr="00CA6CCF">
        <w:t xml:space="preserve">: </w:t>
      </w:r>
      <w:r>
        <w:t>Economic Systems</w:t>
      </w:r>
    </w:p>
    <w:p w14:paraId="2E6F0B8D" w14:textId="77777777" w:rsidR="00DA7585" w:rsidRPr="00CA6CCF" w:rsidRDefault="00DA7585" w:rsidP="00EB4DB3">
      <w:pPr>
        <w:pStyle w:val="H3"/>
      </w:pPr>
      <w:r w:rsidRPr="00CA6CCF">
        <w:t xml:space="preserve">Lesson </w:t>
      </w:r>
      <w:r w:rsidR="00B1690B">
        <w:t>10</w:t>
      </w:r>
      <w:r w:rsidRPr="00CA6CCF">
        <w:t xml:space="preserve">: </w:t>
      </w:r>
      <w:r w:rsidR="00FB1519" w:rsidRPr="00FB1519">
        <w:t>Economic Systems</w:t>
      </w:r>
    </w:p>
    <w:p w14:paraId="751AFE7B" w14:textId="77777777" w:rsidR="00DA7585" w:rsidRPr="00CA6CCF" w:rsidRDefault="00DA7585" w:rsidP="00EB4DB3">
      <w:pPr>
        <w:pStyle w:val="BodyText"/>
      </w:pPr>
      <w:r w:rsidRPr="00CA6CCF">
        <w:t xml:space="preserve">Estimated # of Class Periods: </w:t>
      </w:r>
      <w:r w:rsidR="00FB1519">
        <w:t>4</w:t>
      </w:r>
    </w:p>
    <w:p w14:paraId="27A1A1DB" w14:textId="77777777" w:rsidR="00DA7585" w:rsidRPr="00CA6CCF" w:rsidRDefault="00DA7585" w:rsidP="00EB4DB3">
      <w:pPr>
        <w:pStyle w:val="BodyText"/>
      </w:pPr>
      <w:r w:rsidRPr="00CA6CCF">
        <w:t>Learning Objectives</w:t>
      </w:r>
    </w:p>
    <w:p w14:paraId="7ECB1B0F" w14:textId="77777777" w:rsidR="00A74716" w:rsidRPr="00A74716" w:rsidRDefault="00A74716" w:rsidP="00EB4DB3">
      <w:pPr>
        <w:pStyle w:val="BL"/>
      </w:pPr>
      <w:r w:rsidRPr="00A74716">
        <w:t xml:space="preserve">Characterize differing economic systems </w:t>
      </w:r>
      <w:r>
        <w:t>in a diverse range of countries</w:t>
      </w:r>
    </w:p>
    <w:p w14:paraId="50D9F9BF" w14:textId="77777777" w:rsidR="00A74716" w:rsidRPr="00A74716" w:rsidRDefault="00A74716" w:rsidP="00EB4DB3">
      <w:pPr>
        <w:pStyle w:val="BL"/>
      </w:pPr>
      <w:r w:rsidRPr="00A74716">
        <w:t xml:space="preserve">Describe the advantages and disadvantages of a particular approach </w:t>
      </w:r>
      <w:r>
        <w:t>to classifying economic systems</w:t>
      </w:r>
    </w:p>
    <w:p w14:paraId="554EF26C" w14:textId="77777777" w:rsidR="00A74716" w:rsidRPr="00A74716" w:rsidRDefault="00A74716" w:rsidP="00EB4DB3">
      <w:pPr>
        <w:pStyle w:val="BL"/>
      </w:pPr>
      <w:r w:rsidRPr="00A74716">
        <w:t>Describe key characteristics of command, free-market</w:t>
      </w:r>
      <w:r>
        <w:t>, and mixed-market economies</w:t>
      </w:r>
    </w:p>
    <w:p w14:paraId="50B6F180" w14:textId="77777777" w:rsidR="00FD6A04" w:rsidRPr="00CA6CCF" w:rsidRDefault="00A74716" w:rsidP="00EB4DB3">
      <w:pPr>
        <w:pStyle w:val="BL"/>
      </w:pPr>
      <w:r w:rsidRPr="00A74716">
        <w:t>Compare and contrast the strengths and weaknesses of the three main economic systems</w:t>
      </w:r>
    </w:p>
    <w:p w14:paraId="155B944B" w14:textId="77777777" w:rsidR="00A74716" w:rsidRDefault="00A74716" w:rsidP="00D0713C">
      <w:pPr>
        <w:pStyle w:val="Lesson"/>
      </w:pPr>
    </w:p>
    <w:p w14:paraId="7554BE16" w14:textId="77777777" w:rsidR="00FD6A04" w:rsidRPr="00CA6CCF" w:rsidRDefault="00FD6A04" w:rsidP="00EB4DB3">
      <w:pPr>
        <w:pStyle w:val="H3"/>
      </w:pPr>
      <w:r w:rsidRPr="00CA6CCF">
        <w:t xml:space="preserve">Lesson </w:t>
      </w:r>
      <w:r w:rsidR="00B1690B" w:rsidRPr="00CA6CCF">
        <w:t>1</w:t>
      </w:r>
      <w:r w:rsidR="00B1690B">
        <w:t>1</w:t>
      </w:r>
      <w:r w:rsidRPr="00CA6CCF">
        <w:t xml:space="preserve">: </w:t>
      </w:r>
      <w:r w:rsidR="000C6E37" w:rsidRPr="000C6E37">
        <w:t>The American Economy</w:t>
      </w:r>
    </w:p>
    <w:p w14:paraId="4F0D3EB6" w14:textId="77777777" w:rsidR="00FD6A04" w:rsidRPr="00CA6CCF" w:rsidRDefault="00FD6A04" w:rsidP="00EB4DB3">
      <w:pPr>
        <w:pStyle w:val="BodyText"/>
      </w:pPr>
      <w:r w:rsidRPr="00CA6CCF">
        <w:t xml:space="preserve">Estimated # of Class Periods: </w:t>
      </w:r>
      <w:r w:rsidR="000C6E37">
        <w:t>6</w:t>
      </w:r>
    </w:p>
    <w:p w14:paraId="4A2BBB89" w14:textId="77777777" w:rsidR="00FD6A04" w:rsidRPr="00CA6CCF" w:rsidRDefault="00FD6A04" w:rsidP="00EB4DB3">
      <w:pPr>
        <w:pStyle w:val="BodyText"/>
      </w:pPr>
      <w:r w:rsidRPr="00CA6CCF">
        <w:t>Learning Objectives</w:t>
      </w:r>
    </w:p>
    <w:p w14:paraId="0AC6546F" w14:textId="77777777" w:rsidR="000C6E37" w:rsidRPr="00CF515F" w:rsidRDefault="000C6E37" w:rsidP="00EB4DB3">
      <w:pPr>
        <w:pStyle w:val="BL"/>
      </w:pPr>
      <w:r w:rsidRPr="00CF515F">
        <w:t>Describe the key characteristics of the US economy</w:t>
      </w:r>
    </w:p>
    <w:p w14:paraId="75A1DBBF" w14:textId="77777777" w:rsidR="004C55ED" w:rsidRPr="004C55ED" w:rsidRDefault="004C55ED" w:rsidP="00EB4DB3">
      <w:pPr>
        <w:pStyle w:val="BL"/>
      </w:pPr>
      <w:r w:rsidRPr="004C55ED">
        <w:t>Develop a point of view about the degree of efficiency, effectiveness, and equity currently prevailing in the US economy</w:t>
      </w:r>
    </w:p>
    <w:p w14:paraId="5D781BC8" w14:textId="77777777" w:rsidR="004C55ED" w:rsidRPr="004C55ED" w:rsidRDefault="004C55ED" w:rsidP="00EB4DB3">
      <w:pPr>
        <w:pStyle w:val="BL"/>
      </w:pPr>
      <w:r w:rsidRPr="004C55ED">
        <w:t>Describe the US government’s role in the economy and develop a point of view about its impact on business</w:t>
      </w:r>
    </w:p>
    <w:p w14:paraId="63CEA8FC" w14:textId="77777777" w:rsidR="004C55ED" w:rsidRDefault="004C55ED" w:rsidP="00D0713C">
      <w:pPr>
        <w:pStyle w:val="Lesson"/>
      </w:pPr>
    </w:p>
    <w:p w14:paraId="0A35C9E1" w14:textId="77777777" w:rsidR="00B652C0" w:rsidRPr="00CA6CCF" w:rsidRDefault="00B652C0" w:rsidP="00EB4DB3">
      <w:pPr>
        <w:pStyle w:val="H3"/>
      </w:pPr>
      <w:r w:rsidRPr="00CA6CCF">
        <w:lastRenderedPageBreak/>
        <w:t xml:space="preserve">Lesson </w:t>
      </w:r>
      <w:r w:rsidR="00B1690B" w:rsidRPr="00CA6CCF">
        <w:t>1</w:t>
      </w:r>
      <w:r w:rsidR="00B1690B">
        <w:t>2</w:t>
      </w:r>
      <w:r w:rsidRPr="00CA6CCF">
        <w:t xml:space="preserve">: </w:t>
      </w:r>
      <w:r w:rsidR="000C6E37" w:rsidRPr="000C6E37">
        <w:t>Currency Systems</w:t>
      </w:r>
    </w:p>
    <w:p w14:paraId="4C8E79A8" w14:textId="77777777" w:rsidR="00B652C0" w:rsidRPr="00CA6CCF" w:rsidRDefault="00B652C0" w:rsidP="00EB4DB3">
      <w:pPr>
        <w:pStyle w:val="BodyText"/>
      </w:pPr>
      <w:r w:rsidRPr="00CA6CCF">
        <w:t xml:space="preserve">Estimated # of Class Periods: </w:t>
      </w:r>
      <w:r w:rsidR="00C03F8E">
        <w:t>5</w:t>
      </w:r>
    </w:p>
    <w:p w14:paraId="10DDEF5C" w14:textId="77777777" w:rsidR="00B652C0" w:rsidRPr="00CA6CCF" w:rsidRDefault="00B652C0" w:rsidP="00EB4DB3">
      <w:pPr>
        <w:pStyle w:val="BodyText"/>
      </w:pPr>
      <w:r w:rsidRPr="00CA6CCF">
        <w:t>Learning Objectives</w:t>
      </w:r>
    </w:p>
    <w:p w14:paraId="2D346148" w14:textId="77777777" w:rsidR="000C6E37" w:rsidRPr="00CF515F" w:rsidRDefault="000C6E37" w:rsidP="00EB4DB3">
      <w:pPr>
        <w:pStyle w:val="BL"/>
      </w:pPr>
      <w:r w:rsidRPr="00CF515F">
        <w:t>Describe the concept of money from various perspectives</w:t>
      </w:r>
    </w:p>
    <w:p w14:paraId="4D84DE39" w14:textId="77777777" w:rsidR="000C6E37" w:rsidRPr="00CF515F" w:rsidRDefault="006F7AD1" w:rsidP="00EB4DB3">
      <w:pPr>
        <w:pStyle w:val="BL"/>
      </w:pPr>
      <w:r>
        <w:t>Explain the concepts of</w:t>
      </w:r>
      <w:r w:rsidR="000C6E37" w:rsidRPr="00CF515F">
        <w:t xml:space="preserve"> exchange rate</w:t>
      </w:r>
      <w:r w:rsidR="002419B4">
        <w:t>s</w:t>
      </w:r>
      <w:r w:rsidR="000C6E37" w:rsidRPr="00CF515F">
        <w:t xml:space="preserve"> and purchasing power</w:t>
      </w:r>
    </w:p>
    <w:p w14:paraId="7D4E0D17" w14:textId="77777777" w:rsidR="00D0713C" w:rsidRPr="00CF515F" w:rsidRDefault="000C6E37" w:rsidP="00EB4DB3">
      <w:pPr>
        <w:pStyle w:val="BL"/>
      </w:pPr>
      <w:r w:rsidRPr="00CF515F">
        <w:t>Explain how fluctuating exchange rates impact businesses and individuals</w:t>
      </w:r>
    </w:p>
    <w:p w14:paraId="36592A23" w14:textId="77777777" w:rsidR="00D0713C" w:rsidRDefault="00D0713C" w:rsidP="00B21AA8">
      <w:pPr>
        <w:pStyle w:val="Lesson"/>
      </w:pPr>
    </w:p>
    <w:p w14:paraId="15B24115" w14:textId="77777777" w:rsidR="00875E87" w:rsidRPr="00CA6CCF" w:rsidRDefault="00875E87" w:rsidP="00EB4DB3">
      <w:pPr>
        <w:pStyle w:val="H3"/>
      </w:pPr>
      <w:r w:rsidRPr="00CA6CCF">
        <w:t xml:space="preserve">Lesson </w:t>
      </w:r>
      <w:r w:rsidR="00B1690B" w:rsidRPr="00CA6CCF">
        <w:t>1</w:t>
      </w:r>
      <w:r w:rsidR="00B1690B">
        <w:t>3</w:t>
      </w:r>
      <w:r w:rsidRPr="00CA6CCF">
        <w:t xml:space="preserve">: </w:t>
      </w:r>
      <w:r w:rsidR="00F83362" w:rsidRPr="00F83362">
        <w:t>International Trade</w:t>
      </w:r>
    </w:p>
    <w:p w14:paraId="7277773A" w14:textId="77777777" w:rsidR="00875E87" w:rsidRPr="00CA6CCF" w:rsidRDefault="00875E87" w:rsidP="00EB4DB3">
      <w:pPr>
        <w:pStyle w:val="BodyText"/>
      </w:pPr>
      <w:r w:rsidRPr="00CA6CCF">
        <w:t xml:space="preserve">Estimated # of Class Periods: </w:t>
      </w:r>
      <w:r w:rsidR="008967AF">
        <w:t>7</w:t>
      </w:r>
    </w:p>
    <w:p w14:paraId="6C25D98A" w14:textId="77777777" w:rsidR="00875E87" w:rsidRPr="00CA6CCF" w:rsidRDefault="00875E87" w:rsidP="00EB4DB3">
      <w:pPr>
        <w:pStyle w:val="BodyText"/>
      </w:pPr>
      <w:r w:rsidRPr="00CA6CCF">
        <w:t>Learning Objectives</w:t>
      </w:r>
    </w:p>
    <w:p w14:paraId="03176B83" w14:textId="77777777" w:rsidR="00F83362" w:rsidRPr="00CF515F" w:rsidRDefault="00874D5E" w:rsidP="00EB4DB3">
      <w:pPr>
        <w:pStyle w:val="BL"/>
      </w:pPr>
      <w:r>
        <w:t>Display</w:t>
      </w:r>
      <w:r w:rsidR="00F83362" w:rsidRPr="00CF515F">
        <w:t xml:space="preserve"> understanding of how comparative advantage influences the structure of global trade</w:t>
      </w:r>
    </w:p>
    <w:p w14:paraId="3484351E" w14:textId="77777777" w:rsidR="00F83362" w:rsidRPr="00CF515F" w:rsidRDefault="00AB2D51" w:rsidP="00EB4DB3">
      <w:pPr>
        <w:pStyle w:val="BL"/>
      </w:pPr>
      <w:r w:rsidRPr="00CF515F">
        <w:t>Compare and contrast the</w:t>
      </w:r>
      <w:r w:rsidR="00F83362" w:rsidRPr="00CF515F">
        <w:t xml:space="preserve"> </w:t>
      </w:r>
      <w:r w:rsidRPr="00CF515F">
        <w:t xml:space="preserve">advantages </w:t>
      </w:r>
      <w:r w:rsidR="00F83362" w:rsidRPr="00CF515F">
        <w:t>and disadvantages of protectionist policies on businesses and national economies</w:t>
      </w:r>
    </w:p>
    <w:p w14:paraId="4EF6800A" w14:textId="77777777" w:rsidR="00D0713C" w:rsidRPr="00CF515F" w:rsidRDefault="00AB2D51" w:rsidP="00EB4DB3">
      <w:pPr>
        <w:pStyle w:val="BL"/>
      </w:pPr>
      <w:r w:rsidRPr="00CF515F">
        <w:t>Develop a</w:t>
      </w:r>
      <w:r w:rsidR="00F83362" w:rsidRPr="00CF515F">
        <w:t xml:space="preserve"> business strategy based on an understanding of concepts of international trade</w:t>
      </w:r>
    </w:p>
    <w:p w14:paraId="619ADCB1" w14:textId="77777777" w:rsidR="008E4041" w:rsidRDefault="008E4041" w:rsidP="00D0713C">
      <w:pPr>
        <w:pStyle w:val="Lesson"/>
      </w:pPr>
    </w:p>
    <w:p w14:paraId="0D116312" w14:textId="77777777" w:rsidR="00F83362" w:rsidRDefault="00D34E64" w:rsidP="00EB4DB3">
      <w:pPr>
        <w:pStyle w:val="H1"/>
      </w:pPr>
      <w:r w:rsidRPr="00CA6CCF">
        <w:t>U</w:t>
      </w:r>
      <w:r>
        <w:t>nit</w:t>
      </w:r>
      <w:r w:rsidRPr="00CA6CCF">
        <w:t xml:space="preserve"> </w:t>
      </w:r>
      <w:r w:rsidR="00B1690B">
        <w:t>5</w:t>
      </w:r>
      <w:r w:rsidR="00F83362" w:rsidRPr="00CA6CCF">
        <w:t xml:space="preserve">: </w:t>
      </w:r>
      <w:r w:rsidR="00F83362" w:rsidRPr="00B042C0">
        <w:t>Career Development in Business Economics</w:t>
      </w:r>
    </w:p>
    <w:p w14:paraId="6F126B2C" w14:textId="77777777" w:rsidR="000B6F7D" w:rsidRPr="00CA6CCF" w:rsidRDefault="000B6F7D" w:rsidP="00EB4DB3">
      <w:pPr>
        <w:pStyle w:val="H3"/>
      </w:pPr>
      <w:r w:rsidRPr="00CA6CCF">
        <w:t xml:space="preserve">Lesson </w:t>
      </w:r>
      <w:r w:rsidR="00B1690B" w:rsidRPr="00CA6CCF">
        <w:t>1</w:t>
      </w:r>
      <w:r w:rsidR="00B1690B">
        <w:t>4</w:t>
      </w:r>
      <w:r w:rsidRPr="00CA6CCF">
        <w:t>:</w:t>
      </w:r>
      <w:r w:rsidR="00CD7E0F" w:rsidRPr="00CA6CCF">
        <w:t xml:space="preserve"> </w:t>
      </w:r>
      <w:r w:rsidR="00A50B10">
        <w:t>Learning f</w:t>
      </w:r>
      <w:r w:rsidR="00443038" w:rsidRPr="00443038">
        <w:t>rom Industry Experts</w:t>
      </w:r>
    </w:p>
    <w:p w14:paraId="30A67BAF" w14:textId="77777777" w:rsidR="000B6F7D" w:rsidRPr="00CA6CCF" w:rsidRDefault="00CD7E0F" w:rsidP="00EB4DB3">
      <w:pPr>
        <w:pStyle w:val="BodyText"/>
      </w:pPr>
      <w:r w:rsidRPr="00CA6CCF">
        <w:t xml:space="preserve">Estimated # of Class Periods: </w:t>
      </w:r>
      <w:r w:rsidR="00916DB0">
        <w:t>5</w:t>
      </w:r>
    </w:p>
    <w:p w14:paraId="7DE3B66C" w14:textId="77777777" w:rsidR="000B6F7D" w:rsidRPr="00CA6CCF" w:rsidRDefault="000B6F7D" w:rsidP="00EB4DB3">
      <w:pPr>
        <w:pStyle w:val="BodyText"/>
      </w:pPr>
      <w:r w:rsidRPr="00CA6CCF">
        <w:t>Learning Objectives</w:t>
      </w:r>
    </w:p>
    <w:p w14:paraId="23DA42E0" w14:textId="77777777" w:rsidR="00443038" w:rsidRPr="00CF515F" w:rsidRDefault="00443038" w:rsidP="00EB4DB3">
      <w:pPr>
        <w:pStyle w:val="BL"/>
      </w:pPr>
      <w:r w:rsidRPr="00CF515F">
        <w:t>Summarize the main concepts and principles of economics</w:t>
      </w:r>
    </w:p>
    <w:p w14:paraId="074445BF" w14:textId="77777777" w:rsidR="00443038" w:rsidRPr="00CF515F" w:rsidRDefault="00874D5E" w:rsidP="00EB4DB3">
      <w:pPr>
        <w:pStyle w:val="BL"/>
      </w:pPr>
      <w:r>
        <w:t>Display</w:t>
      </w:r>
      <w:r w:rsidR="00443038" w:rsidRPr="00CF515F">
        <w:t xml:space="preserve"> understanding of the importance of economics in almost any career</w:t>
      </w:r>
    </w:p>
    <w:p w14:paraId="613476F8" w14:textId="77777777" w:rsidR="00D0713C" w:rsidRPr="00CF515F" w:rsidRDefault="00484376" w:rsidP="00EB4DB3">
      <w:pPr>
        <w:pStyle w:val="BL"/>
      </w:pPr>
      <w:r w:rsidRPr="00CF515F">
        <w:t xml:space="preserve">Develop </w:t>
      </w:r>
      <w:r w:rsidR="00443038" w:rsidRPr="00CF515F">
        <w:t>an effective letter of inquiry</w:t>
      </w:r>
    </w:p>
    <w:p w14:paraId="34C4E5FB" w14:textId="77777777" w:rsidR="00443038" w:rsidRDefault="00443038" w:rsidP="00D0713C">
      <w:pPr>
        <w:pStyle w:val="Lesson"/>
      </w:pPr>
    </w:p>
    <w:p w14:paraId="00B79884" w14:textId="77777777" w:rsidR="000B6F7D" w:rsidRPr="00CA6CCF" w:rsidRDefault="000B6F7D" w:rsidP="00EB4DB3">
      <w:pPr>
        <w:pStyle w:val="H3"/>
      </w:pPr>
      <w:r w:rsidRPr="00CA6CCF">
        <w:t xml:space="preserve">Lesson </w:t>
      </w:r>
      <w:r w:rsidR="00B1690B" w:rsidRPr="00CA6CCF">
        <w:t>1</w:t>
      </w:r>
      <w:r w:rsidR="00B1690B">
        <w:t>5</w:t>
      </w:r>
      <w:r w:rsidRPr="00CA6CCF">
        <w:t>:</w:t>
      </w:r>
      <w:r w:rsidR="00CD7E0F" w:rsidRPr="00CA6CCF">
        <w:t xml:space="preserve"> </w:t>
      </w:r>
      <w:r w:rsidR="00443038">
        <w:t xml:space="preserve">Project Presentation and </w:t>
      </w:r>
      <w:r w:rsidR="00FD4283">
        <w:t>Course</w:t>
      </w:r>
      <w:r w:rsidR="00443038">
        <w:t xml:space="preserve"> Closure</w:t>
      </w:r>
    </w:p>
    <w:p w14:paraId="1E62BAA0" w14:textId="77777777" w:rsidR="000B6F7D" w:rsidRPr="00CA6CCF" w:rsidRDefault="00CD7E0F" w:rsidP="00EB4DB3">
      <w:pPr>
        <w:pStyle w:val="BodyText"/>
      </w:pPr>
      <w:r w:rsidRPr="00CA6CCF">
        <w:t xml:space="preserve">Estimated # of Class Periods: </w:t>
      </w:r>
      <w:r w:rsidR="001F35BB">
        <w:t>5</w:t>
      </w:r>
    </w:p>
    <w:p w14:paraId="4C9E4838" w14:textId="77777777" w:rsidR="000B6F7D" w:rsidRPr="00CA6CCF" w:rsidRDefault="000B6F7D" w:rsidP="00EB4DB3">
      <w:pPr>
        <w:pStyle w:val="BodyText"/>
      </w:pPr>
      <w:r w:rsidRPr="00CA6CCF">
        <w:t>Learning Objectives</w:t>
      </w:r>
    </w:p>
    <w:p w14:paraId="6F45653E" w14:textId="77777777" w:rsidR="00484376" w:rsidRPr="00484376" w:rsidRDefault="00484376" w:rsidP="00EB4DB3">
      <w:pPr>
        <w:pStyle w:val="BL"/>
      </w:pPr>
      <w:r w:rsidRPr="00484376">
        <w:t>Demonstrate the ability to give a professional presentation</w:t>
      </w:r>
    </w:p>
    <w:p w14:paraId="5449FC66" w14:textId="77777777" w:rsidR="00484376" w:rsidRPr="00484376" w:rsidRDefault="00484376" w:rsidP="00EB4DB3">
      <w:pPr>
        <w:pStyle w:val="BL"/>
      </w:pPr>
      <w:r w:rsidRPr="00484376">
        <w:t>Evaluate personal experience and performance in the course</w:t>
      </w:r>
    </w:p>
    <w:p w14:paraId="3564BF14" w14:textId="77777777" w:rsidR="00484376" w:rsidRPr="00484376" w:rsidRDefault="00484376" w:rsidP="00EB4DB3">
      <w:pPr>
        <w:pStyle w:val="BL"/>
      </w:pPr>
      <w:r w:rsidRPr="00484376">
        <w:t xml:space="preserve">Monitor personal success in learning about </w:t>
      </w:r>
      <w:r>
        <w:t>business economics</w:t>
      </w:r>
    </w:p>
    <w:p w14:paraId="75033CED" w14:textId="77777777" w:rsidR="00484376" w:rsidRPr="00484376" w:rsidRDefault="00484376" w:rsidP="00EB4DB3">
      <w:pPr>
        <w:pStyle w:val="BL"/>
      </w:pPr>
      <w:r w:rsidRPr="00484376">
        <w:t xml:space="preserve">Summarize key learning across the whole subject of </w:t>
      </w:r>
      <w:r>
        <w:t>business economics</w:t>
      </w:r>
    </w:p>
    <w:p w14:paraId="18454810" w14:textId="77777777" w:rsidR="00D0713C" w:rsidRPr="0016704E" w:rsidRDefault="00D0713C" w:rsidP="00CF515F"/>
    <w:p w14:paraId="34EA39F2" w14:textId="77777777" w:rsidR="001F35BB" w:rsidRPr="00CF515F" w:rsidRDefault="001F35BB" w:rsidP="00D0713C">
      <w:pPr>
        <w:pStyle w:val="Lesson"/>
        <w:rPr>
          <w:b w:val="0"/>
        </w:rPr>
      </w:pPr>
    </w:p>
    <w:sectPr w:rsidR="001F35BB" w:rsidRPr="00CF515F" w:rsidSect="00EC0518">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8300BF" w14:textId="77777777" w:rsidR="0029270C" w:rsidRDefault="0029270C">
      <w:r>
        <w:separator/>
      </w:r>
    </w:p>
  </w:endnote>
  <w:endnote w:type="continuationSeparator" w:id="0">
    <w:p w14:paraId="6A37376D" w14:textId="77777777" w:rsidR="0029270C" w:rsidRDefault="002927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tone Sans Bold">
    <w:panose1 w:val="00000000000000000000"/>
    <w:charset w:val="00"/>
    <w:family w:val="swiss"/>
    <w:notTrueType/>
    <w:pitch w:val="variable"/>
    <w:sig w:usb0="00000003" w:usb1="00000000" w:usb2="00000000" w:usb3="00000000" w:csb0="00000001" w:csb1="00000000"/>
  </w:font>
  <w:font w:name="AvenirLT-Heavy">
    <w:altName w:val="Times New Roman"/>
    <w:panose1 w:val="00000000000000000000"/>
    <w:charset w:val="4D"/>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BE72D" w14:textId="77777777" w:rsidR="00427759" w:rsidRDefault="0042775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B37BE" w14:textId="77777777" w:rsidR="00B00C86" w:rsidRDefault="00B00C86" w:rsidP="00B00C86">
    <w:pPr>
      <w:pStyle w:val="Footer"/>
      <w:tabs>
        <w:tab w:val="center" w:pos="4251"/>
        <w:tab w:val="left" w:pos="7770"/>
      </w:tabs>
    </w:pPr>
    <w:r>
      <w:t>Copyright © All Rights Reserved</w:t>
    </w:r>
    <w:r>
      <w:tab/>
    </w:r>
    <w:sdt>
      <w:sdtPr>
        <w:id w:val="1609779801"/>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t>1</w:t>
        </w:r>
        <w:r>
          <w:rPr>
            <w:noProof/>
          </w:rPr>
          <w:fldChar w:fldCharType="end"/>
        </w:r>
      </w:sdtContent>
    </w:sdt>
    <w:r>
      <w:rPr>
        <w:noProof/>
      </w:rPr>
      <w:tab/>
    </w:r>
    <w:r>
      <w:rPr>
        <w:noProof/>
      </w:rPr>
      <w:tab/>
    </w:r>
    <w:r>
      <w:rPr>
        <w:b/>
        <w:bCs/>
        <w:color w:val="00B050"/>
      </w:rPr>
      <w:t>NAF 2021</w:t>
    </w:r>
  </w:p>
  <w:p w14:paraId="5A32B599" w14:textId="3364756F" w:rsidR="00E46004" w:rsidRPr="00B00C86" w:rsidRDefault="00E46004" w:rsidP="00B00C8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855DB" w14:textId="77777777" w:rsidR="00B00C86" w:rsidRDefault="00B00C86" w:rsidP="00B00C86">
    <w:pPr>
      <w:pStyle w:val="Footer"/>
      <w:tabs>
        <w:tab w:val="center" w:pos="4251"/>
        <w:tab w:val="left" w:pos="7770"/>
      </w:tabs>
    </w:pPr>
    <w:r>
      <w:t>Copyright © All Rights Reserved</w:t>
    </w:r>
    <w:r>
      <w:tab/>
    </w:r>
    <w:sdt>
      <w:sdtPr>
        <w:id w:val="-377315531"/>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t>1</w:t>
        </w:r>
        <w:r>
          <w:rPr>
            <w:noProof/>
          </w:rPr>
          <w:fldChar w:fldCharType="end"/>
        </w:r>
      </w:sdtContent>
    </w:sdt>
    <w:r>
      <w:rPr>
        <w:noProof/>
      </w:rPr>
      <w:tab/>
    </w:r>
    <w:r>
      <w:rPr>
        <w:noProof/>
      </w:rPr>
      <w:tab/>
    </w:r>
    <w:r>
      <w:rPr>
        <w:b/>
        <w:bCs/>
        <w:color w:val="00B050"/>
      </w:rPr>
      <w:t>NAF 2021</w:t>
    </w:r>
  </w:p>
  <w:p w14:paraId="50C733E7" w14:textId="53706B0F" w:rsidR="00E46004" w:rsidRDefault="00E46004" w:rsidP="00CF51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4B7CC8" w14:textId="77777777" w:rsidR="0029270C" w:rsidRDefault="0029270C">
      <w:r>
        <w:separator/>
      </w:r>
    </w:p>
  </w:footnote>
  <w:footnote w:type="continuationSeparator" w:id="0">
    <w:p w14:paraId="57EC9CD5" w14:textId="77777777" w:rsidR="0029270C" w:rsidRDefault="002927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96244" w14:textId="77777777" w:rsidR="00427759" w:rsidRDefault="0042775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39EF6" w14:textId="77777777" w:rsidR="00861665" w:rsidRPr="00EE3019" w:rsidRDefault="00861665" w:rsidP="00861665">
    <w:pPr>
      <w:pStyle w:val="Headers"/>
      <w:rPr>
        <w:bCs/>
        <w:noProof/>
      </w:rPr>
    </w:pPr>
    <w:r>
      <w:t>AOF Business</w:t>
    </w:r>
    <w:r w:rsidR="00D058C7">
      <w:t xml:space="preserve"> Economics</w:t>
    </w:r>
  </w:p>
  <w:p w14:paraId="7186115D" w14:textId="77777777" w:rsidR="00861665" w:rsidRPr="00804E85" w:rsidRDefault="00861665" w:rsidP="00861665">
    <w:pPr>
      <w:pStyle w:val="Headers"/>
      <w:rPr>
        <w:rFonts w:cs="Courier New"/>
        <w:color w:val="000000"/>
        <w:szCs w:val="20"/>
      </w:rPr>
    </w:pPr>
    <w:r>
      <w:t>Course Scope and Sequence</w:t>
    </w:r>
  </w:p>
  <w:p w14:paraId="3F55205C" w14:textId="77777777" w:rsidR="00E46004" w:rsidRPr="00E90385" w:rsidRDefault="00E46004" w:rsidP="00E9038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E09FDB" w14:textId="77777777" w:rsidR="00E46004" w:rsidRDefault="00E46004" w:rsidP="00CF515F">
    <w:pPr>
      <w:pStyle w:val="Header"/>
      <w:tabs>
        <w:tab w:val="clear" w:pos="4320"/>
        <w:tab w:val="clear" w:pos="8640"/>
        <w:tab w:val="left" w:pos="3984"/>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55EF6E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DF6C48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CE2AEE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F0BCF73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3C7255C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E30560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9F0DBA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89AF28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9500FD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A36ED5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881971"/>
    <w:multiLevelType w:val="hybridMultilevel"/>
    <w:tmpl w:val="3B9C3A9C"/>
    <w:lvl w:ilvl="0" w:tplc="E7E03B9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87494D"/>
    <w:multiLevelType w:val="hybridMultilevel"/>
    <w:tmpl w:val="F9E0C0B4"/>
    <w:lvl w:ilvl="0" w:tplc="04090001">
      <w:start w:val="1"/>
      <w:numFmt w:val="bullet"/>
      <w:lvlText w:val=""/>
      <w:lvlJc w:val="left"/>
      <w:pPr>
        <w:ind w:left="720" w:hanging="360"/>
      </w:pPr>
      <w:rPr>
        <w:rFonts w:ascii="Symbol" w:hAnsi="Symbol" w:hint="default"/>
      </w:rPr>
    </w:lvl>
    <w:lvl w:ilvl="1" w:tplc="5A0AAA8A">
      <w:start w:val="1"/>
      <w:numFmt w:val="bullet"/>
      <w:pStyle w:val="BulletedList"/>
      <w:lvlText w:val=""/>
      <w:lvlJc w:val="left"/>
      <w:pPr>
        <w:tabs>
          <w:tab w:val="num" w:pos="2328"/>
        </w:tabs>
        <w:ind w:left="2328" w:hanging="288"/>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58F433F"/>
    <w:multiLevelType w:val="hybridMultilevel"/>
    <w:tmpl w:val="6B506810"/>
    <w:lvl w:ilvl="0" w:tplc="A5624F44">
      <w:start w:val="1"/>
      <w:numFmt w:val="bullet"/>
      <w:lvlText w:val=""/>
      <w:lvlJc w:val="left"/>
      <w:pPr>
        <w:tabs>
          <w:tab w:val="num" w:pos="1080"/>
        </w:tabs>
        <w:ind w:left="1080" w:hanging="360"/>
      </w:pPr>
      <w:rPr>
        <w:rFonts w:ascii="Symbol" w:hAnsi="Symbol" w:hint="default"/>
      </w:rPr>
    </w:lvl>
    <w:lvl w:ilvl="1" w:tplc="1212B224">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41F4715C"/>
    <w:multiLevelType w:val="hybridMultilevel"/>
    <w:tmpl w:val="7B0E4F1A"/>
    <w:lvl w:ilvl="0" w:tplc="FFC25E70">
      <w:start w:val="1"/>
      <w:numFmt w:val="decimal"/>
      <w:pStyle w:val="Numbered"/>
      <w:lvlText w:val="%1."/>
      <w:lvlJc w:val="left"/>
      <w:pPr>
        <w:tabs>
          <w:tab w:val="num" w:pos="630"/>
        </w:tabs>
        <w:ind w:left="63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62AA5A28"/>
    <w:multiLevelType w:val="hybridMultilevel"/>
    <w:tmpl w:val="414EC356"/>
    <w:lvl w:ilvl="0" w:tplc="4776CBC4">
      <w:start w:val="1"/>
      <w:numFmt w:val="bullet"/>
      <w:pStyle w:val="BL-sub"/>
      <w:lvlText w:val="o"/>
      <w:lvlJc w:val="left"/>
      <w:pPr>
        <w:ind w:left="1354" w:hanging="360"/>
      </w:pPr>
      <w:rPr>
        <w:rFonts w:ascii="Courier New" w:hAnsi="Courier New" w:cs="Courier New" w:hint="default"/>
      </w:rPr>
    </w:lvl>
    <w:lvl w:ilvl="1" w:tplc="04090003" w:tentative="1">
      <w:start w:val="1"/>
      <w:numFmt w:val="bullet"/>
      <w:lvlText w:val="o"/>
      <w:lvlJc w:val="left"/>
      <w:pPr>
        <w:ind w:left="2074" w:hanging="360"/>
      </w:pPr>
      <w:rPr>
        <w:rFonts w:ascii="Courier New" w:hAnsi="Courier New" w:cs="Courier New" w:hint="default"/>
      </w:rPr>
    </w:lvl>
    <w:lvl w:ilvl="2" w:tplc="04090005" w:tentative="1">
      <w:start w:val="1"/>
      <w:numFmt w:val="bullet"/>
      <w:lvlText w:val=""/>
      <w:lvlJc w:val="left"/>
      <w:pPr>
        <w:ind w:left="2794" w:hanging="360"/>
      </w:pPr>
      <w:rPr>
        <w:rFonts w:ascii="Wingdings" w:hAnsi="Wingdings" w:hint="default"/>
      </w:rPr>
    </w:lvl>
    <w:lvl w:ilvl="3" w:tplc="04090001" w:tentative="1">
      <w:start w:val="1"/>
      <w:numFmt w:val="bullet"/>
      <w:lvlText w:val=""/>
      <w:lvlJc w:val="left"/>
      <w:pPr>
        <w:ind w:left="3514" w:hanging="360"/>
      </w:pPr>
      <w:rPr>
        <w:rFonts w:ascii="Symbol" w:hAnsi="Symbol" w:hint="default"/>
      </w:rPr>
    </w:lvl>
    <w:lvl w:ilvl="4" w:tplc="04090003" w:tentative="1">
      <w:start w:val="1"/>
      <w:numFmt w:val="bullet"/>
      <w:lvlText w:val="o"/>
      <w:lvlJc w:val="left"/>
      <w:pPr>
        <w:ind w:left="4234" w:hanging="360"/>
      </w:pPr>
      <w:rPr>
        <w:rFonts w:ascii="Courier New" w:hAnsi="Courier New" w:cs="Courier New" w:hint="default"/>
      </w:rPr>
    </w:lvl>
    <w:lvl w:ilvl="5" w:tplc="04090005" w:tentative="1">
      <w:start w:val="1"/>
      <w:numFmt w:val="bullet"/>
      <w:lvlText w:val=""/>
      <w:lvlJc w:val="left"/>
      <w:pPr>
        <w:ind w:left="4954" w:hanging="360"/>
      </w:pPr>
      <w:rPr>
        <w:rFonts w:ascii="Wingdings" w:hAnsi="Wingdings" w:hint="default"/>
      </w:rPr>
    </w:lvl>
    <w:lvl w:ilvl="6" w:tplc="04090001" w:tentative="1">
      <w:start w:val="1"/>
      <w:numFmt w:val="bullet"/>
      <w:lvlText w:val=""/>
      <w:lvlJc w:val="left"/>
      <w:pPr>
        <w:ind w:left="5674" w:hanging="360"/>
      </w:pPr>
      <w:rPr>
        <w:rFonts w:ascii="Symbol" w:hAnsi="Symbol" w:hint="default"/>
      </w:rPr>
    </w:lvl>
    <w:lvl w:ilvl="7" w:tplc="04090003" w:tentative="1">
      <w:start w:val="1"/>
      <w:numFmt w:val="bullet"/>
      <w:lvlText w:val="o"/>
      <w:lvlJc w:val="left"/>
      <w:pPr>
        <w:ind w:left="6394" w:hanging="360"/>
      </w:pPr>
      <w:rPr>
        <w:rFonts w:ascii="Courier New" w:hAnsi="Courier New" w:cs="Courier New" w:hint="default"/>
      </w:rPr>
    </w:lvl>
    <w:lvl w:ilvl="8" w:tplc="04090005" w:tentative="1">
      <w:start w:val="1"/>
      <w:numFmt w:val="bullet"/>
      <w:lvlText w:val=""/>
      <w:lvlJc w:val="left"/>
      <w:pPr>
        <w:ind w:left="7114" w:hanging="360"/>
      </w:pPr>
      <w:rPr>
        <w:rFonts w:ascii="Wingdings" w:hAnsi="Wingdings" w:hint="default"/>
      </w:rPr>
    </w:lvl>
  </w:abstractNum>
  <w:abstractNum w:abstractNumId="15" w15:restartNumberingAfterBreak="0">
    <w:nsid w:val="6A2725E8"/>
    <w:multiLevelType w:val="hybridMultilevel"/>
    <w:tmpl w:val="F370CC82"/>
    <w:lvl w:ilvl="0" w:tplc="2368BB82">
      <w:start w:val="1"/>
      <w:numFmt w:val="bullet"/>
      <w:pStyle w:val="BL"/>
      <w:lvlText w:val=""/>
      <w:lvlJc w:val="left"/>
      <w:pPr>
        <w:ind w:left="720" w:hanging="360"/>
      </w:pPr>
      <w:rPr>
        <w:rFonts w:ascii="Symbol" w:hAnsi="Symbol" w:hint="default"/>
      </w:rPr>
    </w:lvl>
    <w:lvl w:ilvl="1" w:tplc="C67E678A">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C5B1570"/>
    <w:multiLevelType w:val="hybridMultilevel"/>
    <w:tmpl w:val="2424E2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0"/>
  </w:num>
  <w:num w:numId="3">
    <w:abstractNumId w:val="13"/>
    <w:lvlOverride w:ilvl="0">
      <w:startOverride w:val="1"/>
    </w:lvlOverride>
  </w:num>
  <w:num w:numId="4">
    <w:abstractNumId w:val="15"/>
  </w:num>
  <w:num w:numId="5">
    <w:abstractNumId w:val="13"/>
  </w:num>
  <w:num w:numId="6">
    <w:abstractNumId w:val="14"/>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3"/>
    <w:lvlOverride w:ilvl="0">
      <w:startOverride w:val="1"/>
    </w:lvlOverride>
  </w:num>
  <w:num w:numId="18">
    <w:abstractNumId w:val="13"/>
    <w:lvlOverride w:ilvl="0">
      <w:startOverride w:val="1"/>
    </w:lvlOverride>
  </w:num>
  <w:num w:numId="19">
    <w:abstractNumId w:val="12"/>
  </w:num>
  <w:num w:numId="20">
    <w:abstractNumId w:val="1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5FD5"/>
    <w:rsid w:val="0000052B"/>
    <w:rsid w:val="00002A23"/>
    <w:rsid w:val="00002A6F"/>
    <w:rsid w:val="00002BE1"/>
    <w:rsid w:val="00003DFF"/>
    <w:rsid w:val="000057BE"/>
    <w:rsid w:val="000105A6"/>
    <w:rsid w:val="00011603"/>
    <w:rsid w:val="000139E8"/>
    <w:rsid w:val="000156D6"/>
    <w:rsid w:val="00016339"/>
    <w:rsid w:val="000219BA"/>
    <w:rsid w:val="000222C2"/>
    <w:rsid w:val="000226E2"/>
    <w:rsid w:val="00023DFF"/>
    <w:rsid w:val="00023FD4"/>
    <w:rsid w:val="000245C2"/>
    <w:rsid w:val="00024929"/>
    <w:rsid w:val="00024A2D"/>
    <w:rsid w:val="00026B59"/>
    <w:rsid w:val="0003028D"/>
    <w:rsid w:val="000304D2"/>
    <w:rsid w:val="00031C7F"/>
    <w:rsid w:val="0003428D"/>
    <w:rsid w:val="00034D17"/>
    <w:rsid w:val="000352A2"/>
    <w:rsid w:val="000361E8"/>
    <w:rsid w:val="000379F2"/>
    <w:rsid w:val="00040383"/>
    <w:rsid w:val="0004084E"/>
    <w:rsid w:val="00040EDD"/>
    <w:rsid w:val="00043239"/>
    <w:rsid w:val="000443F5"/>
    <w:rsid w:val="00044E63"/>
    <w:rsid w:val="00045523"/>
    <w:rsid w:val="00045896"/>
    <w:rsid w:val="000471E3"/>
    <w:rsid w:val="000506BD"/>
    <w:rsid w:val="000509F6"/>
    <w:rsid w:val="00050F93"/>
    <w:rsid w:val="0005308E"/>
    <w:rsid w:val="00054C71"/>
    <w:rsid w:val="00057888"/>
    <w:rsid w:val="00057A03"/>
    <w:rsid w:val="0006030D"/>
    <w:rsid w:val="0006054E"/>
    <w:rsid w:val="00060F3B"/>
    <w:rsid w:val="00062073"/>
    <w:rsid w:val="00063564"/>
    <w:rsid w:val="00063DF5"/>
    <w:rsid w:val="000641AD"/>
    <w:rsid w:val="00064D9E"/>
    <w:rsid w:val="000675F6"/>
    <w:rsid w:val="0007499C"/>
    <w:rsid w:val="00074FDB"/>
    <w:rsid w:val="00075C98"/>
    <w:rsid w:val="000767FE"/>
    <w:rsid w:val="0008241E"/>
    <w:rsid w:val="000832A0"/>
    <w:rsid w:val="000837E1"/>
    <w:rsid w:val="000837EB"/>
    <w:rsid w:val="00083911"/>
    <w:rsid w:val="00087296"/>
    <w:rsid w:val="0008732E"/>
    <w:rsid w:val="00090D8E"/>
    <w:rsid w:val="000921C7"/>
    <w:rsid w:val="00092746"/>
    <w:rsid w:val="000928DB"/>
    <w:rsid w:val="00092B9A"/>
    <w:rsid w:val="00094A08"/>
    <w:rsid w:val="00094A8D"/>
    <w:rsid w:val="000953BA"/>
    <w:rsid w:val="00096162"/>
    <w:rsid w:val="00096F4F"/>
    <w:rsid w:val="00097244"/>
    <w:rsid w:val="00097578"/>
    <w:rsid w:val="000A0169"/>
    <w:rsid w:val="000A116D"/>
    <w:rsid w:val="000A156E"/>
    <w:rsid w:val="000A2C62"/>
    <w:rsid w:val="000A32B9"/>
    <w:rsid w:val="000A3595"/>
    <w:rsid w:val="000A3968"/>
    <w:rsid w:val="000A3AD7"/>
    <w:rsid w:val="000A4496"/>
    <w:rsid w:val="000A5B71"/>
    <w:rsid w:val="000A5CF0"/>
    <w:rsid w:val="000A644D"/>
    <w:rsid w:val="000A661E"/>
    <w:rsid w:val="000A6BF4"/>
    <w:rsid w:val="000A7532"/>
    <w:rsid w:val="000A7B56"/>
    <w:rsid w:val="000B0116"/>
    <w:rsid w:val="000B12C6"/>
    <w:rsid w:val="000B18F1"/>
    <w:rsid w:val="000B2944"/>
    <w:rsid w:val="000B30F8"/>
    <w:rsid w:val="000B41CE"/>
    <w:rsid w:val="000B4FAC"/>
    <w:rsid w:val="000B59CC"/>
    <w:rsid w:val="000B6F7D"/>
    <w:rsid w:val="000B6FE2"/>
    <w:rsid w:val="000C2ED7"/>
    <w:rsid w:val="000C4787"/>
    <w:rsid w:val="000C59B0"/>
    <w:rsid w:val="000C5A89"/>
    <w:rsid w:val="000C5C23"/>
    <w:rsid w:val="000C61FA"/>
    <w:rsid w:val="000C6C9C"/>
    <w:rsid w:val="000C6E37"/>
    <w:rsid w:val="000D0FCE"/>
    <w:rsid w:val="000D14A2"/>
    <w:rsid w:val="000D3137"/>
    <w:rsid w:val="000D5CAB"/>
    <w:rsid w:val="000D6506"/>
    <w:rsid w:val="000D70EC"/>
    <w:rsid w:val="000E12E6"/>
    <w:rsid w:val="000E13DC"/>
    <w:rsid w:val="000E3043"/>
    <w:rsid w:val="000E4102"/>
    <w:rsid w:val="000E42D8"/>
    <w:rsid w:val="000E63B0"/>
    <w:rsid w:val="000F1253"/>
    <w:rsid w:val="000F233C"/>
    <w:rsid w:val="000F2A93"/>
    <w:rsid w:val="000F482A"/>
    <w:rsid w:val="000F50DF"/>
    <w:rsid w:val="0010045A"/>
    <w:rsid w:val="00102663"/>
    <w:rsid w:val="00104B6F"/>
    <w:rsid w:val="00105B7C"/>
    <w:rsid w:val="001106F2"/>
    <w:rsid w:val="001107ED"/>
    <w:rsid w:val="00111279"/>
    <w:rsid w:val="001127A0"/>
    <w:rsid w:val="001132CD"/>
    <w:rsid w:val="00113329"/>
    <w:rsid w:val="00113B2D"/>
    <w:rsid w:val="001145B5"/>
    <w:rsid w:val="00114C92"/>
    <w:rsid w:val="00117373"/>
    <w:rsid w:val="00117D16"/>
    <w:rsid w:val="00120124"/>
    <w:rsid w:val="001202AC"/>
    <w:rsid w:val="00123A38"/>
    <w:rsid w:val="00123CEA"/>
    <w:rsid w:val="00123F59"/>
    <w:rsid w:val="00124406"/>
    <w:rsid w:val="001265CE"/>
    <w:rsid w:val="00126C8F"/>
    <w:rsid w:val="001270FF"/>
    <w:rsid w:val="001277F4"/>
    <w:rsid w:val="00127EBA"/>
    <w:rsid w:val="0013222C"/>
    <w:rsid w:val="0013250E"/>
    <w:rsid w:val="00132D84"/>
    <w:rsid w:val="00133ACC"/>
    <w:rsid w:val="00135961"/>
    <w:rsid w:val="00136B6C"/>
    <w:rsid w:val="00137E20"/>
    <w:rsid w:val="001405C2"/>
    <w:rsid w:val="0014391B"/>
    <w:rsid w:val="001443A8"/>
    <w:rsid w:val="001447E1"/>
    <w:rsid w:val="00144B10"/>
    <w:rsid w:val="00145ADF"/>
    <w:rsid w:val="0015078C"/>
    <w:rsid w:val="00150DEA"/>
    <w:rsid w:val="00153748"/>
    <w:rsid w:val="001564C6"/>
    <w:rsid w:val="001575CE"/>
    <w:rsid w:val="00157BAA"/>
    <w:rsid w:val="001601C6"/>
    <w:rsid w:val="001602F1"/>
    <w:rsid w:val="00161616"/>
    <w:rsid w:val="00162053"/>
    <w:rsid w:val="001620C8"/>
    <w:rsid w:val="00162B8E"/>
    <w:rsid w:val="00163BA3"/>
    <w:rsid w:val="00164300"/>
    <w:rsid w:val="00164465"/>
    <w:rsid w:val="00166AA3"/>
    <w:rsid w:val="00166B23"/>
    <w:rsid w:val="00170763"/>
    <w:rsid w:val="00171873"/>
    <w:rsid w:val="0017229B"/>
    <w:rsid w:val="00172A23"/>
    <w:rsid w:val="0017353B"/>
    <w:rsid w:val="001749CF"/>
    <w:rsid w:val="00174B41"/>
    <w:rsid w:val="00174E3A"/>
    <w:rsid w:val="00176DB9"/>
    <w:rsid w:val="00176E9B"/>
    <w:rsid w:val="0017784B"/>
    <w:rsid w:val="00177DE7"/>
    <w:rsid w:val="00181650"/>
    <w:rsid w:val="0018237D"/>
    <w:rsid w:val="00182BAD"/>
    <w:rsid w:val="00183D2A"/>
    <w:rsid w:val="00183DB1"/>
    <w:rsid w:val="0018477F"/>
    <w:rsid w:val="00185EFF"/>
    <w:rsid w:val="00187286"/>
    <w:rsid w:val="0019008E"/>
    <w:rsid w:val="00190112"/>
    <w:rsid w:val="00190194"/>
    <w:rsid w:val="001908ED"/>
    <w:rsid w:val="001925C1"/>
    <w:rsid w:val="0019341A"/>
    <w:rsid w:val="00194FE9"/>
    <w:rsid w:val="001A084C"/>
    <w:rsid w:val="001A0931"/>
    <w:rsid w:val="001A1297"/>
    <w:rsid w:val="001A14E6"/>
    <w:rsid w:val="001A1B51"/>
    <w:rsid w:val="001A2370"/>
    <w:rsid w:val="001A4972"/>
    <w:rsid w:val="001A56E0"/>
    <w:rsid w:val="001A5A3F"/>
    <w:rsid w:val="001A6B83"/>
    <w:rsid w:val="001A7707"/>
    <w:rsid w:val="001A7933"/>
    <w:rsid w:val="001B0740"/>
    <w:rsid w:val="001B08F4"/>
    <w:rsid w:val="001B0B89"/>
    <w:rsid w:val="001B0F44"/>
    <w:rsid w:val="001B10AD"/>
    <w:rsid w:val="001B2E07"/>
    <w:rsid w:val="001B4D7B"/>
    <w:rsid w:val="001B50B8"/>
    <w:rsid w:val="001C04A8"/>
    <w:rsid w:val="001C213F"/>
    <w:rsid w:val="001C3CE2"/>
    <w:rsid w:val="001C3EFA"/>
    <w:rsid w:val="001C3FFC"/>
    <w:rsid w:val="001C4186"/>
    <w:rsid w:val="001C4AB2"/>
    <w:rsid w:val="001C5EE9"/>
    <w:rsid w:val="001C621D"/>
    <w:rsid w:val="001C6ABD"/>
    <w:rsid w:val="001C7B2D"/>
    <w:rsid w:val="001D1C6A"/>
    <w:rsid w:val="001D1E18"/>
    <w:rsid w:val="001D4213"/>
    <w:rsid w:val="001D520A"/>
    <w:rsid w:val="001E055E"/>
    <w:rsid w:val="001E1D68"/>
    <w:rsid w:val="001E2AF8"/>
    <w:rsid w:val="001E2E2F"/>
    <w:rsid w:val="001E3A77"/>
    <w:rsid w:val="001E4052"/>
    <w:rsid w:val="001E439A"/>
    <w:rsid w:val="001E4A1D"/>
    <w:rsid w:val="001E4F6C"/>
    <w:rsid w:val="001E534D"/>
    <w:rsid w:val="001E60D8"/>
    <w:rsid w:val="001F1438"/>
    <w:rsid w:val="001F1B6E"/>
    <w:rsid w:val="001F2A4A"/>
    <w:rsid w:val="001F35BB"/>
    <w:rsid w:val="001F4020"/>
    <w:rsid w:val="001F48A4"/>
    <w:rsid w:val="001F5E99"/>
    <w:rsid w:val="001F69E4"/>
    <w:rsid w:val="00202F66"/>
    <w:rsid w:val="002043D9"/>
    <w:rsid w:val="00205B7B"/>
    <w:rsid w:val="002100DC"/>
    <w:rsid w:val="00210A3E"/>
    <w:rsid w:val="00211374"/>
    <w:rsid w:val="00211BBF"/>
    <w:rsid w:val="0021213A"/>
    <w:rsid w:val="00212C12"/>
    <w:rsid w:val="00212CFA"/>
    <w:rsid w:val="002139B5"/>
    <w:rsid w:val="0021589A"/>
    <w:rsid w:val="00217859"/>
    <w:rsid w:val="002204AD"/>
    <w:rsid w:val="00222193"/>
    <w:rsid w:val="00225254"/>
    <w:rsid w:val="00226A78"/>
    <w:rsid w:val="002274A3"/>
    <w:rsid w:val="00231769"/>
    <w:rsid w:val="00231B3F"/>
    <w:rsid w:val="002333B7"/>
    <w:rsid w:val="0023353D"/>
    <w:rsid w:val="00234375"/>
    <w:rsid w:val="00234EB2"/>
    <w:rsid w:val="00236E84"/>
    <w:rsid w:val="00236F51"/>
    <w:rsid w:val="0024010E"/>
    <w:rsid w:val="00241226"/>
    <w:rsid w:val="002416C5"/>
    <w:rsid w:val="002417BF"/>
    <w:rsid w:val="002419B4"/>
    <w:rsid w:val="00243513"/>
    <w:rsid w:val="0024736E"/>
    <w:rsid w:val="00251B6F"/>
    <w:rsid w:val="002520F6"/>
    <w:rsid w:val="00252A7E"/>
    <w:rsid w:val="002538E5"/>
    <w:rsid w:val="00253F91"/>
    <w:rsid w:val="002546BB"/>
    <w:rsid w:val="0025473A"/>
    <w:rsid w:val="00254FB7"/>
    <w:rsid w:val="00257827"/>
    <w:rsid w:val="002600BF"/>
    <w:rsid w:val="00260C81"/>
    <w:rsid w:val="00261168"/>
    <w:rsid w:val="0026118E"/>
    <w:rsid w:val="00261F30"/>
    <w:rsid w:val="00262DDF"/>
    <w:rsid w:val="00264415"/>
    <w:rsid w:val="00264578"/>
    <w:rsid w:val="002707BA"/>
    <w:rsid w:val="00271068"/>
    <w:rsid w:val="00271F02"/>
    <w:rsid w:val="00275254"/>
    <w:rsid w:val="00277758"/>
    <w:rsid w:val="002777BA"/>
    <w:rsid w:val="002808A1"/>
    <w:rsid w:val="002823BE"/>
    <w:rsid w:val="0028376F"/>
    <w:rsid w:val="00283B5E"/>
    <w:rsid w:val="00283BFF"/>
    <w:rsid w:val="002843B5"/>
    <w:rsid w:val="00285234"/>
    <w:rsid w:val="002852D1"/>
    <w:rsid w:val="00285915"/>
    <w:rsid w:val="00285FEE"/>
    <w:rsid w:val="0029163C"/>
    <w:rsid w:val="0029270C"/>
    <w:rsid w:val="00292FEC"/>
    <w:rsid w:val="00293DA9"/>
    <w:rsid w:val="00296EFF"/>
    <w:rsid w:val="002A02CA"/>
    <w:rsid w:val="002A0478"/>
    <w:rsid w:val="002A2DAD"/>
    <w:rsid w:val="002A3071"/>
    <w:rsid w:val="002A3630"/>
    <w:rsid w:val="002A3E53"/>
    <w:rsid w:val="002A4B6E"/>
    <w:rsid w:val="002B2165"/>
    <w:rsid w:val="002B2395"/>
    <w:rsid w:val="002B68ED"/>
    <w:rsid w:val="002B7FA4"/>
    <w:rsid w:val="002C41CF"/>
    <w:rsid w:val="002C499E"/>
    <w:rsid w:val="002C6012"/>
    <w:rsid w:val="002D0A0F"/>
    <w:rsid w:val="002D0C6C"/>
    <w:rsid w:val="002D2F0E"/>
    <w:rsid w:val="002D5186"/>
    <w:rsid w:val="002D78D4"/>
    <w:rsid w:val="002D7DA9"/>
    <w:rsid w:val="002E0AF7"/>
    <w:rsid w:val="002E0E81"/>
    <w:rsid w:val="002E1265"/>
    <w:rsid w:val="002E33B8"/>
    <w:rsid w:val="002E48E4"/>
    <w:rsid w:val="002E794D"/>
    <w:rsid w:val="002F0041"/>
    <w:rsid w:val="002F0824"/>
    <w:rsid w:val="002F08B7"/>
    <w:rsid w:val="002F0979"/>
    <w:rsid w:val="002F2B09"/>
    <w:rsid w:val="002F4020"/>
    <w:rsid w:val="002F4560"/>
    <w:rsid w:val="00300772"/>
    <w:rsid w:val="00300E2C"/>
    <w:rsid w:val="00301006"/>
    <w:rsid w:val="00302B56"/>
    <w:rsid w:val="00305B1C"/>
    <w:rsid w:val="00306340"/>
    <w:rsid w:val="003064A4"/>
    <w:rsid w:val="0030697F"/>
    <w:rsid w:val="00306C89"/>
    <w:rsid w:val="0030761E"/>
    <w:rsid w:val="0031015B"/>
    <w:rsid w:val="00311A5F"/>
    <w:rsid w:val="003124B4"/>
    <w:rsid w:val="00314273"/>
    <w:rsid w:val="00315DDC"/>
    <w:rsid w:val="00315DE5"/>
    <w:rsid w:val="00315EFF"/>
    <w:rsid w:val="00316120"/>
    <w:rsid w:val="003167E2"/>
    <w:rsid w:val="00316A08"/>
    <w:rsid w:val="003171B1"/>
    <w:rsid w:val="00320BF5"/>
    <w:rsid w:val="00322316"/>
    <w:rsid w:val="003223EF"/>
    <w:rsid w:val="003229C5"/>
    <w:rsid w:val="00324C9C"/>
    <w:rsid w:val="0032592C"/>
    <w:rsid w:val="00325E7A"/>
    <w:rsid w:val="0032669C"/>
    <w:rsid w:val="003275E1"/>
    <w:rsid w:val="0033096E"/>
    <w:rsid w:val="003309C2"/>
    <w:rsid w:val="00332459"/>
    <w:rsid w:val="00332CB7"/>
    <w:rsid w:val="00333FB1"/>
    <w:rsid w:val="00337113"/>
    <w:rsid w:val="0034069A"/>
    <w:rsid w:val="003407C4"/>
    <w:rsid w:val="0034088A"/>
    <w:rsid w:val="003410BE"/>
    <w:rsid w:val="00344EBC"/>
    <w:rsid w:val="00346ECC"/>
    <w:rsid w:val="00347F01"/>
    <w:rsid w:val="00350152"/>
    <w:rsid w:val="0035021F"/>
    <w:rsid w:val="0035317B"/>
    <w:rsid w:val="00353D39"/>
    <w:rsid w:val="00353E71"/>
    <w:rsid w:val="003548EE"/>
    <w:rsid w:val="0035658F"/>
    <w:rsid w:val="00357C04"/>
    <w:rsid w:val="00357C96"/>
    <w:rsid w:val="00363E64"/>
    <w:rsid w:val="00364C24"/>
    <w:rsid w:val="00364CEA"/>
    <w:rsid w:val="00364FAB"/>
    <w:rsid w:val="00365C3E"/>
    <w:rsid w:val="003663C9"/>
    <w:rsid w:val="00366D0F"/>
    <w:rsid w:val="00371736"/>
    <w:rsid w:val="0037173A"/>
    <w:rsid w:val="003749BA"/>
    <w:rsid w:val="00375504"/>
    <w:rsid w:val="00377542"/>
    <w:rsid w:val="00380D43"/>
    <w:rsid w:val="00381DA1"/>
    <w:rsid w:val="0038227E"/>
    <w:rsid w:val="00382D94"/>
    <w:rsid w:val="00385E13"/>
    <w:rsid w:val="00386360"/>
    <w:rsid w:val="0038653A"/>
    <w:rsid w:val="00386AC6"/>
    <w:rsid w:val="003902FE"/>
    <w:rsid w:val="00390738"/>
    <w:rsid w:val="00391171"/>
    <w:rsid w:val="00391C42"/>
    <w:rsid w:val="00391C4F"/>
    <w:rsid w:val="00392856"/>
    <w:rsid w:val="00392BC6"/>
    <w:rsid w:val="0039405B"/>
    <w:rsid w:val="003941E7"/>
    <w:rsid w:val="00394AE7"/>
    <w:rsid w:val="003952A8"/>
    <w:rsid w:val="0039569A"/>
    <w:rsid w:val="00396C66"/>
    <w:rsid w:val="0039719F"/>
    <w:rsid w:val="003A0691"/>
    <w:rsid w:val="003A073A"/>
    <w:rsid w:val="003A1123"/>
    <w:rsid w:val="003A1BD7"/>
    <w:rsid w:val="003A1FDE"/>
    <w:rsid w:val="003A37A6"/>
    <w:rsid w:val="003A4E90"/>
    <w:rsid w:val="003A5C52"/>
    <w:rsid w:val="003A6570"/>
    <w:rsid w:val="003A6657"/>
    <w:rsid w:val="003A672E"/>
    <w:rsid w:val="003A6AC1"/>
    <w:rsid w:val="003A7D25"/>
    <w:rsid w:val="003B00D4"/>
    <w:rsid w:val="003B0983"/>
    <w:rsid w:val="003B12E9"/>
    <w:rsid w:val="003B2F6C"/>
    <w:rsid w:val="003B371E"/>
    <w:rsid w:val="003B6C92"/>
    <w:rsid w:val="003B79A2"/>
    <w:rsid w:val="003B7D51"/>
    <w:rsid w:val="003C09AF"/>
    <w:rsid w:val="003C14C9"/>
    <w:rsid w:val="003C1596"/>
    <w:rsid w:val="003C1CAB"/>
    <w:rsid w:val="003C2C80"/>
    <w:rsid w:val="003C35D5"/>
    <w:rsid w:val="003C37A0"/>
    <w:rsid w:val="003C4390"/>
    <w:rsid w:val="003C60DE"/>
    <w:rsid w:val="003C78AC"/>
    <w:rsid w:val="003D0409"/>
    <w:rsid w:val="003D0E40"/>
    <w:rsid w:val="003D2A81"/>
    <w:rsid w:val="003D2B08"/>
    <w:rsid w:val="003D4A20"/>
    <w:rsid w:val="003D5F82"/>
    <w:rsid w:val="003D78E2"/>
    <w:rsid w:val="003E060E"/>
    <w:rsid w:val="003E06DF"/>
    <w:rsid w:val="003E0CA2"/>
    <w:rsid w:val="003E28CB"/>
    <w:rsid w:val="003E2932"/>
    <w:rsid w:val="003E33D7"/>
    <w:rsid w:val="003E38D3"/>
    <w:rsid w:val="003E3A89"/>
    <w:rsid w:val="003E3DCC"/>
    <w:rsid w:val="003E4302"/>
    <w:rsid w:val="003E4C69"/>
    <w:rsid w:val="003E5F97"/>
    <w:rsid w:val="003E6A20"/>
    <w:rsid w:val="003F0C9A"/>
    <w:rsid w:val="003F345B"/>
    <w:rsid w:val="003F6389"/>
    <w:rsid w:val="003F68B1"/>
    <w:rsid w:val="003F6C48"/>
    <w:rsid w:val="003F7648"/>
    <w:rsid w:val="003F7EA2"/>
    <w:rsid w:val="0040011A"/>
    <w:rsid w:val="00400745"/>
    <w:rsid w:val="0040179A"/>
    <w:rsid w:val="00401A4A"/>
    <w:rsid w:val="00402CDF"/>
    <w:rsid w:val="004030B1"/>
    <w:rsid w:val="004042E0"/>
    <w:rsid w:val="00404427"/>
    <w:rsid w:val="00405ECF"/>
    <w:rsid w:val="00405F61"/>
    <w:rsid w:val="004073EC"/>
    <w:rsid w:val="0040785B"/>
    <w:rsid w:val="00411A81"/>
    <w:rsid w:val="00411F1E"/>
    <w:rsid w:val="0041231F"/>
    <w:rsid w:val="0041288E"/>
    <w:rsid w:val="0041346E"/>
    <w:rsid w:val="00413CA5"/>
    <w:rsid w:val="0041525B"/>
    <w:rsid w:val="004153D1"/>
    <w:rsid w:val="00415EC5"/>
    <w:rsid w:val="004167E0"/>
    <w:rsid w:val="004170D2"/>
    <w:rsid w:val="0041756E"/>
    <w:rsid w:val="00420023"/>
    <w:rsid w:val="0042028C"/>
    <w:rsid w:val="00420885"/>
    <w:rsid w:val="00422D0D"/>
    <w:rsid w:val="00422DA2"/>
    <w:rsid w:val="00423B10"/>
    <w:rsid w:val="00423DCD"/>
    <w:rsid w:val="00424716"/>
    <w:rsid w:val="00424719"/>
    <w:rsid w:val="004249B9"/>
    <w:rsid w:val="00426467"/>
    <w:rsid w:val="00426FC2"/>
    <w:rsid w:val="00427759"/>
    <w:rsid w:val="00427826"/>
    <w:rsid w:val="0043088D"/>
    <w:rsid w:val="00432D37"/>
    <w:rsid w:val="00432E47"/>
    <w:rsid w:val="004331B0"/>
    <w:rsid w:val="00433980"/>
    <w:rsid w:val="00433B32"/>
    <w:rsid w:val="0043634F"/>
    <w:rsid w:val="0044052E"/>
    <w:rsid w:val="00440A0C"/>
    <w:rsid w:val="004417E1"/>
    <w:rsid w:val="00443038"/>
    <w:rsid w:val="00444581"/>
    <w:rsid w:val="00444B60"/>
    <w:rsid w:val="004455EF"/>
    <w:rsid w:val="004458F9"/>
    <w:rsid w:val="004463DC"/>
    <w:rsid w:val="004468F7"/>
    <w:rsid w:val="00446AF9"/>
    <w:rsid w:val="00447095"/>
    <w:rsid w:val="0044731C"/>
    <w:rsid w:val="004474C9"/>
    <w:rsid w:val="00450293"/>
    <w:rsid w:val="00451C3F"/>
    <w:rsid w:val="0045216C"/>
    <w:rsid w:val="004524F3"/>
    <w:rsid w:val="004527E7"/>
    <w:rsid w:val="00456499"/>
    <w:rsid w:val="00457B82"/>
    <w:rsid w:val="00465194"/>
    <w:rsid w:val="00466ADC"/>
    <w:rsid w:val="00466FA9"/>
    <w:rsid w:val="004711D4"/>
    <w:rsid w:val="004719D2"/>
    <w:rsid w:val="00471B63"/>
    <w:rsid w:val="00471EE3"/>
    <w:rsid w:val="00474504"/>
    <w:rsid w:val="00475819"/>
    <w:rsid w:val="00475D8F"/>
    <w:rsid w:val="00476172"/>
    <w:rsid w:val="00476173"/>
    <w:rsid w:val="004766C2"/>
    <w:rsid w:val="00476977"/>
    <w:rsid w:val="00477B3E"/>
    <w:rsid w:val="00477B4C"/>
    <w:rsid w:val="004801CE"/>
    <w:rsid w:val="004803F1"/>
    <w:rsid w:val="00481FC0"/>
    <w:rsid w:val="00482288"/>
    <w:rsid w:val="00484376"/>
    <w:rsid w:val="00484EEC"/>
    <w:rsid w:val="00485919"/>
    <w:rsid w:val="004864CF"/>
    <w:rsid w:val="00487089"/>
    <w:rsid w:val="00487885"/>
    <w:rsid w:val="00490594"/>
    <w:rsid w:val="00490635"/>
    <w:rsid w:val="00493229"/>
    <w:rsid w:val="004974BE"/>
    <w:rsid w:val="004A0844"/>
    <w:rsid w:val="004A1696"/>
    <w:rsid w:val="004A4E2B"/>
    <w:rsid w:val="004A4F9A"/>
    <w:rsid w:val="004A70F2"/>
    <w:rsid w:val="004A71F4"/>
    <w:rsid w:val="004A79FB"/>
    <w:rsid w:val="004B06A1"/>
    <w:rsid w:val="004B12A3"/>
    <w:rsid w:val="004B1424"/>
    <w:rsid w:val="004B1A04"/>
    <w:rsid w:val="004B25A9"/>
    <w:rsid w:val="004B648D"/>
    <w:rsid w:val="004B6583"/>
    <w:rsid w:val="004B6FC7"/>
    <w:rsid w:val="004B72ED"/>
    <w:rsid w:val="004C07D5"/>
    <w:rsid w:val="004C156C"/>
    <w:rsid w:val="004C2AA5"/>
    <w:rsid w:val="004C32E8"/>
    <w:rsid w:val="004C3459"/>
    <w:rsid w:val="004C372E"/>
    <w:rsid w:val="004C55ED"/>
    <w:rsid w:val="004D0455"/>
    <w:rsid w:val="004D07B3"/>
    <w:rsid w:val="004D0F25"/>
    <w:rsid w:val="004D0FE0"/>
    <w:rsid w:val="004D0FFC"/>
    <w:rsid w:val="004D12FD"/>
    <w:rsid w:val="004D3398"/>
    <w:rsid w:val="004D35F2"/>
    <w:rsid w:val="004D3B6A"/>
    <w:rsid w:val="004D4046"/>
    <w:rsid w:val="004D5A48"/>
    <w:rsid w:val="004D5F44"/>
    <w:rsid w:val="004D65E1"/>
    <w:rsid w:val="004D66E0"/>
    <w:rsid w:val="004D6BCC"/>
    <w:rsid w:val="004D6F89"/>
    <w:rsid w:val="004E0D52"/>
    <w:rsid w:val="004E0EF9"/>
    <w:rsid w:val="004E1FC1"/>
    <w:rsid w:val="004E23A8"/>
    <w:rsid w:val="004E402C"/>
    <w:rsid w:val="004E467D"/>
    <w:rsid w:val="004E5B3B"/>
    <w:rsid w:val="004E6182"/>
    <w:rsid w:val="004E63EF"/>
    <w:rsid w:val="004E7A77"/>
    <w:rsid w:val="004F0FBD"/>
    <w:rsid w:val="004F3156"/>
    <w:rsid w:val="004F39E4"/>
    <w:rsid w:val="004F3AED"/>
    <w:rsid w:val="004F4536"/>
    <w:rsid w:val="004F55D3"/>
    <w:rsid w:val="004F5A0A"/>
    <w:rsid w:val="004F65B3"/>
    <w:rsid w:val="004F73DE"/>
    <w:rsid w:val="00501BB5"/>
    <w:rsid w:val="0050465D"/>
    <w:rsid w:val="005051C2"/>
    <w:rsid w:val="0050541C"/>
    <w:rsid w:val="00506C7B"/>
    <w:rsid w:val="00506DC2"/>
    <w:rsid w:val="005077D5"/>
    <w:rsid w:val="00507B8A"/>
    <w:rsid w:val="00512091"/>
    <w:rsid w:val="00514590"/>
    <w:rsid w:val="00514A57"/>
    <w:rsid w:val="0051534B"/>
    <w:rsid w:val="00515CAF"/>
    <w:rsid w:val="005160B7"/>
    <w:rsid w:val="00516AEB"/>
    <w:rsid w:val="00516E1F"/>
    <w:rsid w:val="00517CF1"/>
    <w:rsid w:val="005201EB"/>
    <w:rsid w:val="0052028D"/>
    <w:rsid w:val="00520A60"/>
    <w:rsid w:val="00522B6F"/>
    <w:rsid w:val="00523754"/>
    <w:rsid w:val="00524147"/>
    <w:rsid w:val="00525148"/>
    <w:rsid w:val="005254F2"/>
    <w:rsid w:val="00525EE8"/>
    <w:rsid w:val="00527DC1"/>
    <w:rsid w:val="00527FEB"/>
    <w:rsid w:val="00531D6E"/>
    <w:rsid w:val="00531F40"/>
    <w:rsid w:val="00531FB4"/>
    <w:rsid w:val="005325BB"/>
    <w:rsid w:val="00533CBF"/>
    <w:rsid w:val="00534865"/>
    <w:rsid w:val="0053491C"/>
    <w:rsid w:val="00535313"/>
    <w:rsid w:val="00535B54"/>
    <w:rsid w:val="0053617D"/>
    <w:rsid w:val="00537565"/>
    <w:rsid w:val="005403CC"/>
    <w:rsid w:val="00543A95"/>
    <w:rsid w:val="00544412"/>
    <w:rsid w:val="0054520C"/>
    <w:rsid w:val="00545700"/>
    <w:rsid w:val="00545D4D"/>
    <w:rsid w:val="0054624C"/>
    <w:rsid w:val="0054714C"/>
    <w:rsid w:val="005471B8"/>
    <w:rsid w:val="00550219"/>
    <w:rsid w:val="00551225"/>
    <w:rsid w:val="005513C9"/>
    <w:rsid w:val="005542F0"/>
    <w:rsid w:val="00555F95"/>
    <w:rsid w:val="005561E6"/>
    <w:rsid w:val="005561FD"/>
    <w:rsid w:val="0055771D"/>
    <w:rsid w:val="005577CE"/>
    <w:rsid w:val="00560539"/>
    <w:rsid w:val="00560576"/>
    <w:rsid w:val="0056065A"/>
    <w:rsid w:val="00562FE9"/>
    <w:rsid w:val="005635D9"/>
    <w:rsid w:val="00566BC3"/>
    <w:rsid w:val="005671B6"/>
    <w:rsid w:val="00570038"/>
    <w:rsid w:val="00572DC2"/>
    <w:rsid w:val="005731DF"/>
    <w:rsid w:val="005744BC"/>
    <w:rsid w:val="0057475A"/>
    <w:rsid w:val="00575D3A"/>
    <w:rsid w:val="00576DC3"/>
    <w:rsid w:val="00577291"/>
    <w:rsid w:val="005776FC"/>
    <w:rsid w:val="00580343"/>
    <w:rsid w:val="00580A36"/>
    <w:rsid w:val="00580D12"/>
    <w:rsid w:val="00580D18"/>
    <w:rsid w:val="005831AD"/>
    <w:rsid w:val="00583FC9"/>
    <w:rsid w:val="00587126"/>
    <w:rsid w:val="00587402"/>
    <w:rsid w:val="00587FB0"/>
    <w:rsid w:val="00590831"/>
    <w:rsid w:val="00591140"/>
    <w:rsid w:val="00591F38"/>
    <w:rsid w:val="00592A0F"/>
    <w:rsid w:val="00593E65"/>
    <w:rsid w:val="005943A4"/>
    <w:rsid w:val="00594793"/>
    <w:rsid w:val="00594821"/>
    <w:rsid w:val="00596B01"/>
    <w:rsid w:val="005975A1"/>
    <w:rsid w:val="005A0F90"/>
    <w:rsid w:val="005A1E7B"/>
    <w:rsid w:val="005A3428"/>
    <w:rsid w:val="005A3DD8"/>
    <w:rsid w:val="005A4869"/>
    <w:rsid w:val="005A5467"/>
    <w:rsid w:val="005A5633"/>
    <w:rsid w:val="005A7DDE"/>
    <w:rsid w:val="005B010F"/>
    <w:rsid w:val="005B059D"/>
    <w:rsid w:val="005B2476"/>
    <w:rsid w:val="005B2959"/>
    <w:rsid w:val="005B53D5"/>
    <w:rsid w:val="005B7ACE"/>
    <w:rsid w:val="005C07AA"/>
    <w:rsid w:val="005C26BE"/>
    <w:rsid w:val="005C3749"/>
    <w:rsid w:val="005C484B"/>
    <w:rsid w:val="005C50FD"/>
    <w:rsid w:val="005C57DA"/>
    <w:rsid w:val="005C5B7F"/>
    <w:rsid w:val="005D117D"/>
    <w:rsid w:val="005D1991"/>
    <w:rsid w:val="005D1E6C"/>
    <w:rsid w:val="005D1EDB"/>
    <w:rsid w:val="005D21E3"/>
    <w:rsid w:val="005D2682"/>
    <w:rsid w:val="005D271B"/>
    <w:rsid w:val="005D2D54"/>
    <w:rsid w:val="005D4F0F"/>
    <w:rsid w:val="005D6A85"/>
    <w:rsid w:val="005D7D82"/>
    <w:rsid w:val="005E09C8"/>
    <w:rsid w:val="005E18CD"/>
    <w:rsid w:val="005E1E27"/>
    <w:rsid w:val="005E2F41"/>
    <w:rsid w:val="005E354D"/>
    <w:rsid w:val="005E3564"/>
    <w:rsid w:val="005E3E72"/>
    <w:rsid w:val="005E40C9"/>
    <w:rsid w:val="005E4724"/>
    <w:rsid w:val="005E4D82"/>
    <w:rsid w:val="005E589D"/>
    <w:rsid w:val="005E5971"/>
    <w:rsid w:val="005E78DB"/>
    <w:rsid w:val="005F0F67"/>
    <w:rsid w:val="005F15FC"/>
    <w:rsid w:val="005F189D"/>
    <w:rsid w:val="005F1ED6"/>
    <w:rsid w:val="005F1F83"/>
    <w:rsid w:val="005F294E"/>
    <w:rsid w:val="005F3001"/>
    <w:rsid w:val="005F3059"/>
    <w:rsid w:val="005F33FB"/>
    <w:rsid w:val="005F3484"/>
    <w:rsid w:val="005F3EA2"/>
    <w:rsid w:val="005F66E4"/>
    <w:rsid w:val="005F752B"/>
    <w:rsid w:val="00600314"/>
    <w:rsid w:val="0060122F"/>
    <w:rsid w:val="006018D1"/>
    <w:rsid w:val="00601B91"/>
    <w:rsid w:val="00601E5F"/>
    <w:rsid w:val="006022FC"/>
    <w:rsid w:val="00602DAC"/>
    <w:rsid w:val="0060432B"/>
    <w:rsid w:val="006047A8"/>
    <w:rsid w:val="0060524F"/>
    <w:rsid w:val="006059CE"/>
    <w:rsid w:val="00605EE5"/>
    <w:rsid w:val="006109AC"/>
    <w:rsid w:val="006134B0"/>
    <w:rsid w:val="0061408E"/>
    <w:rsid w:val="0061451F"/>
    <w:rsid w:val="00614B59"/>
    <w:rsid w:val="00616793"/>
    <w:rsid w:val="00617063"/>
    <w:rsid w:val="006173D4"/>
    <w:rsid w:val="00617821"/>
    <w:rsid w:val="00617F4A"/>
    <w:rsid w:val="006227A3"/>
    <w:rsid w:val="00624693"/>
    <w:rsid w:val="00624AF1"/>
    <w:rsid w:val="00624E78"/>
    <w:rsid w:val="0062562F"/>
    <w:rsid w:val="00626D8F"/>
    <w:rsid w:val="00627BDB"/>
    <w:rsid w:val="00631677"/>
    <w:rsid w:val="0063251A"/>
    <w:rsid w:val="006339F7"/>
    <w:rsid w:val="00634775"/>
    <w:rsid w:val="0063484E"/>
    <w:rsid w:val="00634C6E"/>
    <w:rsid w:val="00635162"/>
    <w:rsid w:val="006351E9"/>
    <w:rsid w:val="00635AD4"/>
    <w:rsid w:val="00636310"/>
    <w:rsid w:val="00636582"/>
    <w:rsid w:val="006366B9"/>
    <w:rsid w:val="006368F3"/>
    <w:rsid w:val="00636FF2"/>
    <w:rsid w:val="00637109"/>
    <w:rsid w:val="00637324"/>
    <w:rsid w:val="00641C1B"/>
    <w:rsid w:val="00642C65"/>
    <w:rsid w:val="0064390F"/>
    <w:rsid w:val="00644E83"/>
    <w:rsid w:val="00645B6B"/>
    <w:rsid w:val="00646144"/>
    <w:rsid w:val="00647888"/>
    <w:rsid w:val="006504AA"/>
    <w:rsid w:val="006536A2"/>
    <w:rsid w:val="0065370B"/>
    <w:rsid w:val="00654F12"/>
    <w:rsid w:val="00655D38"/>
    <w:rsid w:val="0065710E"/>
    <w:rsid w:val="006575ED"/>
    <w:rsid w:val="00657BB1"/>
    <w:rsid w:val="00660267"/>
    <w:rsid w:val="00660608"/>
    <w:rsid w:val="006606A8"/>
    <w:rsid w:val="006656F2"/>
    <w:rsid w:val="00665AED"/>
    <w:rsid w:val="0066669F"/>
    <w:rsid w:val="00667284"/>
    <w:rsid w:val="0066787F"/>
    <w:rsid w:val="00667A86"/>
    <w:rsid w:val="00667F3A"/>
    <w:rsid w:val="006727C5"/>
    <w:rsid w:val="00672E5A"/>
    <w:rsid w:val="00674C98"/>
    <w:rsid w:val="0067594C"/>
    <w:rsid w:val="00675A59"/>
    <w:rsid w:val="00675E74"/>
    <w:rsid w:val="00676F41"/>
    <w:rsid w:val="0068037A"/>
    <w:rsid w:val="00680DDE"/>
    <w:rsid w:val="00680EDC"/>
    <w:rsid w:val="00680FBF"/>
    <w:rsid w:val="00682440"/>
    <w:rsid w:val="00682862"/>
    <w:rsid w:val="00683403"/>
    <w:rsid w:val="00685B4A"/>
    <w:rsid w:val="00686195"/>
    <w:rsid w:val="0068662B"/>
    <w:rsid w:val="00686878"/>
    <w:rsid w:val="0068778D"/>
    <w:rsid w:val="006918CC"/>
    <w:rsid w:val="0069198F"/>
    <w:rsid w:val="006920E6"/>
    <w:rsid w:val="00692D03"/>
    <w:rsid w:val="006938AA"/>
    <w:rsid w:val="006938DA"/>
    <w:rsid w:val="00693FA2"/>
    <w:rsid w:val="00694D08"/>
    <w:rsid w:val="006A0AFE"/>
    <w:rsid w:val="006A1D5B"/>
    <w:rsid w:val="006A28CA"/>
    <w:rsid w:val="006A2F3A"/>
    <w:rsid w:val="006A56F2"/>
    <w:rsid w:val="006A5C10"/>
    <w:rsid w:val="006A77E7"/>
    <w:rsid w:val="006B0AC2"/>
    <w:rsid w:val="006B139F"/>
    <w:rsid w:val="006B28CD"/>
    <w:rsid w:val="006B3F52"/>
    <w:rsid w:val="006B5F43"/>
    <w:rsid w:val="006B74BB"/>
    <w:rsid w:val="006C0453"/>
    <w:rsid w:val="006C1189"/>
    <w:rsid w:val="006C15A8"/>
    <w:rsid w:val="006C1912"/>
    <w:rsid w:val="006C2C1E"/>
    <w:rsid w:val="006C2CA4"/>
    <w:rsid w:val="006C53B1"/>
    <w:rsid w:val="006C58D7"/>
    <w:rsid w:val="006C6E22"/>
    <w:rsid w:val="006C7BFA"/>
    <w:rsid w:val="006C7FCF"/>
    <w:rsid w:val="006D071B"/>
    <w:rsid w:val="006D1838"/>
    <w:rsid w:val="006D1CB5"/>
    <w:rsid w:val="006D1F0C"/>
    <w:rsid w:val="006D3D5C"/>
    <w:rsid w:val="006D3D75"/>
    <w:rsid w:val="006D4362"/>
    <w:rsid w:val="006D43E8"/>
    <w:rsid w:val="006D4714"/>
    <w:rsid w:val="006D5358"/>
    <w:rsid w:val="006D54D6"/>
    <w:rsid w:val="006D59BE"/>
    <w:rsid w:val="006D7637"/>
    <w:rsid w:val="006E053E"/>
    <w:rsid w:val="006E1760"/>
    <w:rsid w:val="006E3925"/>
    <w:rsid w:val="006E4464"/>
    <w:rsid w:val="006E5553"/>
    <w:rsid w:val="006E6130"/>
    <w:rsid w:val="006E778D"/>
    <w:rsid w:val="006F0969"/>
    <w:rsid w:val="006F1B60"/>
    <w:rsid w:val="006F1F5C"/>
    <w:rsid w:val="006F2179"/>
    <w:rsid w:val="006F22AA"/>
    <w:rsid w:val="006F25EB"/>
    <w:rsid w:val="006F2701"/>
    <w:rsid w:val="006F2DAB"/>
    <w:rsid w:val="006F30F7"/>
    <w:rsid w:val="006F34B5"/>
    <w:rsid w:val="006F3FFA"/>
    <w:rsid w:val="006F427B"/>
    <w:rsid w:val="006F440F"/>
    <w:rsid w:val="006F5A5E"/>
    <w:rsid w:val="006F5AA6"/>
    <w:rsid w:val="006F7259"/>
    <w:rsid w:val="006F7616"/>
    <w:rsid w:val="006F7AD1"/>
    <w:rsid w:val="007003C4"/>
    <w:rsid w:val="00702E08"/>
    <w:rsid w:val="00703647"/>
    <w:rsid w:val="00705047"/>
    <w:rsid w:val="00705051"/>
    <w:rsid w:val="0070608C"/>
    <w:rsid w:val="0071001A"/>
    <w:rsid w:val="0071016E"/>
    <w:rsid w:val="007121DF"/>
    <w:rsid w:val="00712DFC"/>
    <w:rsid w:val="00713095"/>
    <w:rsid w:val="00714DD7"/>
    <w:rsid w:val="0071530F"/>
    <w:rsid w:val="00715D76"/>
    <w:rsid w:val="007160FB"/>
    <w:rsid w:val="0071671A"/>
    <w:rsid w:val="00716D5C"/>
    <w:rsid w:val="00720582"/>
    <w:rsid w:val="0072113B"/>
    <w:rsid w:val="00721FB2"/>
    <w:rsid w:val="00722399"/>
    <w:rsid w:val="007229DB"/>
    <w:rsid w:val="00722C24"/>
    <w:rsid w:val="0072393F"/>
    <w:rsid w:val="00724B79"/>
    <w:rsid w:val="0072642A"/>
    <w:rsid w:val="007318D8"/>
    <w:rsid w:val="007324D4"/>
    <w:rsid w:val="0073296B"/>
    <w:rsid w:val="00732E82"/>
    <w:rsid w:val="0073333F"/>
    <w:rsid w:val="00733D98"/>
    <w:rsid w:val="00734713"/>
    <w:rsid w:val="00734D78"/>
    <w:rsid w:val="00735713"/>
    <w:rsid w:val="00736B0A"/>
    <w:rsid w:val="00737105"/>
    <w:rsid w:val="007371B7"/>
    <w:rsid w:val="0074136E"/>
    <w:rsid w:val="00743EAA"/>
    <w:rsid w:val="00743FEC"/>
    <w:rsid w:val="007457F8"/>
    <w:rsid w:val="00745AC5"/>
    <w:rsid w:val="00747402"/>
    <w:rsid w:val="00747435"/>
    <w:rsid w:val="00750480"/>
    <w:rsid w:val="007517C1"/>
    <w:rsid w:val="00752521"/>
    <w:rsid w:val="00753A65"/>
    <w:rsid w:val="00754AD4"/>
    <w:rsid w:val="00755D1B"/>
    <w:rsid w:val="007566D1"/>
    <w:rsid w:val="00760721"/>
    <w:rsid w:val="00763423"/>
    <w:rsid w:val="00764898"/>
    <w:rsid w:val="00767051"/>
    <w:rsid w:val="00767666"/>
    <w:rsid w:val="00771299"/>
    <w:rsid w:val="00773FDE"/>
    <w:rsid w:val="00774150"/>
    <w:rsid w:val="00774DF5"/>
    <w:rsid w:val="00774E32"/>
    <w:rsid w:val="00775408"/>
    <w:rsid w:val="00776D32"/>
    <w:rsid w:val="00776DF2"/>
    <w:rsid w:val="007776E7"/>
    <w:rsid w:val="00777866"/>
    <w:rsid w:val="00780165"/>
    <w:rsid w:val="007820C4"/>
    <w:rsid w:val="007826C2"/>
    <w:rsid w:val="00782AD9"/>
    <w:rsid w:val="007830C8"/>
    <w:rsid w:val="007836A4"/>
    <w:rsid w:val="00783D25"/>
    <w:rsid w:val="00787434"/>
    <w:rsid w:val="00787703"/>
    <w:rsid w:val="0079096F"/>
    <w:rsid w:val="007909C1"/>
    <w:rsid w:val="00790FFB"/>
    <w:rsid w:val="00791888"/>
    <w:rsid w:val="0079195E"/>
    <w:rsid w:val="0079606A"/>
    <w:rsid w:val="007A0426"/>
    <w:rsid w:val="007A21BC"/>
    <w:rsid w:val="007A25AE"/>
    <w:rsid w:val="007A2A32"/>
    <w:rsid w:val="007A2E22"/>
    <w:rsid w:val="007A3B55"/>
    <w:rsid w:val="007A48C9"/>
    <w:rsid w:val="007A6308"/>
    <w:rsid w:val="007A75C8"/>
    <w:rsid w:val="007A7CBB"/>
    <w:rsid w:val="007B02B9"/>
    <w:rsid w:val="007B0522"/>
    <w:rsid w:val="007B11A0"/>
    <w:rsid w:val="007B40DC"/>
    <w:rsid w:val="007B4597"/>
    <w:rsid w:val="007B47D6"/>
    <w:rsid w:val="007B55A7"/>
    <w:rsid w:val="007B5809"/>
    <w:rsid w:val="007B65EB"/>
    <w:rsid w:val="007B6916"/>
    <w:rsid w:val="007B7914"/>
    <w:rsid w:val="007B79B6"/>
    <w:rsid w:val="007C0A85"/>
    <w:rsid w:val="007C1464"/>
    <w:rsid w:val="007C22B4"/>
    <w:rsid w:val="007C393A"/>
    <w:rsid w:val="007C59A5"/>
    <w:rsid w:val="007C5D2E"/>
    <w:rsid w:val="007C5E83"/>
    <w:rsid w:val="007C7A5C"/>
    <w:rsid w:val="007C7E81"/>
    <w:rsid w:val="007D055B"/>
    <w:rsid w:val="007D0593"/>
    <w:rsid w:val="007D1413"/>
    <w:rsid w:val="007D1E52"/>
    <w:rsid w:val="007D1F53"/>
    <w:rsid w:val="007D2387"/>
    <w:rsid w:val="007D4D42"/>
    <w:rsid w:val="007D5022"/>
    <w:rsid w:val="007D7117"/>
    <w:rsid w:val="007D7D1F"/>
    <w:rsid w:val="007E05ED"/>
    <w:rsid w:val="007E07B5"/>
    <w:rsid w:val="007E0E25"/>
    <w:rsid w:val="007E3A22"/>
    <w:rsid w:val="007E4572"/>
    <w:rsid w:val="007E49B3"/>
    <w:rsid w:val="007E4EB5"/>
    <w:rsid w:val="007E500C"/>
    <w:rsid w:val="007E5884"/>
    <w:rsid w:val="007E6453"/>
    <w:rsid w:val="007E70C4"/>
    <w:rsid w:val="007F1A05"/>
    <w:rsid w:val="007F3D2A"/>
    <w:rsid w:val="007F4AFF"/>
    <w:rsid w:val="007F51A7"/>
    <w:rsid w:val="007F55D9"/>
    <w:rsid w:val="007F6ABD"/>
    <w:rsid w:val="007F7634"/>
    <w:rsid w:val="007F7A19"/>
    <w:rsid w:val="007F7D38"/>
    <w:rsid w:val="007F7DDD"/>
    <w:rsid w:val="0080001F"/>
    <w:rsid w:val="008001A2"/>
    <w:rsid w:val="00800CF4"/>
    <w:rsid w:val="0080284F"/>
    <w:rsid w:val="008029B6"/>
    <w:rsid w:val="008034D3"/>
    <w:rsid w:val="008041A3"/>
    <w:rsid w:val="0080491E"/>
    <w:rsid w:val="008062A4"/>
    <w:rsid w:val="0080641A"/>
    <w:rsid w:val="00806437"/>
    <w:rsid w:val="008066AE"/>
    <w:rsid w:val="00806C26"/>
    <w:rsid w:val="0080710A"/>
    <w:rsid w:val="008079E7"/>
    <w:rsid w:val="00807A02"/>
    <w:rsid w:val="00807B62"/>
    <w:rsid w:val="00807DB3"/>
    <w:rsid w:val="0081191D"/>
    <w:rsid w:val="00811969"/>
    <w:rsid w:val="00811A72"/>
    <w:rsid w:val="00812475"/>
    <w:rsid w:val="00812731"/>
    <w:rsid w:val="00812A0B"/>
    <w:rsid w:val="00813D98"/>
    <w:rsid w:val="00813F7F"/>
    <w:rsid w:val="00814768"/>
    <w:rsid w:val="008154DE"/>
    <w:rsid w:val="00815689"/>
    <w:rsid w:val="008166C3"/>
    <w:rsid w:val="00816F7D"/>
    <w:rsid w:val="00817A17"/>
    <w:rsid w:val="00817A65"/>
    <w:rsid w:val="00820128"/>
    <w:rsid w:val="00821AD9"/>
    <w:rsid w:val="00822C69"/>
    <w:rsid w:val="00823711"/>
    <w:rsid w:val="008238C4"/>
    <w:rsid w:val="00824736"/>
    <w:rsid w:val="0082617C"/>
    <w:rsid w:val="00826C77"/>
    <w:rsid w:val="00827CD7"/>
    <w:rsid w:val="00830691"/>
    <w:rsid w:val="008316DC"/>
    <w:rsid w:val="00832B75"/>
    <w:rsid w:val="0083382E"/>
    <w:rsid w:val="00833DC7"/>
    <w:rsid w:val="00834900"/>
    <w:rsid w:val="00834BDE"/>
    <w:rsid w:val="00835030"/>
    <w:rsid w:val="008370E2"/>
    <w:rsid w:val="00837C37"/>
    <w:rsid w:val="008423B1"/>
    <w:rsid w:val="008430FD"/>
    <w:rsid w:val="0084423D"/>
    <w:rsid w:val="0084712C"/>
    <w:rsid w:val="00847691"/>
    <w:rsid w:val="00850610"/>
    <w:rsid w:val="008508C6"/>
    <w:rsid w:val="008516BB"/>
    <w:rsid w:val="0085185F"/>
    <w:rsid w:val="00851BB9"/>
    <w:rsid w:val="00853418"/>
    <w:rsid w:val="008539E1"/>
    <w:rsid w:val="00853B45"/>
    <w:rsid w:val="00855093"/>
    <w:rsid w:val="0085660E"/>
    <w:rsid w:val="00857027"/>
    <w:rsid w:val="00860FAF"/>
    <w:rsid w:val="00861251"/>
    <w:rsid w:val="00861665"/>
    <w:rsid w:val="008626EB"/>
    <w:rsid w:val="00867993"/>
    <w:rsid w:val="00867C5B"/>
    <w:rsid w:val="00871966"/>
    <w:rsid w:val="0087318A"/>
    <w:rsid w:val="00873A20"/>
    <w:rsid w:val="008740AB"/>
    <w:rsid w:val="0087415B"/>
    <w:rsid w:val="00874D5E"/>
    <w:rsid w:val="008757B2"/>
    <w:rsid w:val="00875E87"/>
    <w:rsid w:val="00877514"/>
    <w:rsid w:val="008811C9"/>
    <w:rsid w:val="008815A6"/>
    <w:rsid w:val="00883E06"/>
    <w:rsid w:val="0088489E"/>
    <w:rsid w:val="00884DDE"/>
    <w:rsid w:val="008853B0"/>
    <w:rsid w:val="00885542"/>
    <w:rsid w:val="00885C1F"/>
    <w:rsid w:val="00885D45"/>
    <w:rsid w:val="008870DC"/>
    <w:rsid w:val="00887372"/>
    <w:rsid w:val="00887EAB"/>
    <w:rsid w:val="00892773"/>
    <w:rsid w:val="00893B50"/>
    <w:rsid w:val="008948F1"/>
    <w:rsid w:val="008951C9"/>
    <w:rsid w:val="00895C58"/>
    <w:rsid w:val="008967AF"/>
    <w:rsid w:val="008967CB"/>
    <w:rsid w:val="0089691C"/>
    <w:rsid w:val="008972F2"/>
    <w:rsid w:val="00897AC5"/>
    <w:rsid w:val="00897D86"/>
    <w:rsid w:val="008A21D7"/>
    <w:rsid w:val="008A2230"/>
    <w:rsid w:val="008A28EF"/>
    <w:rsid w:val="008A31EB"/>
    <w:rsid w:val="008A4018"/>
    <w:rsid w:val="008A5CEE"/>
    <w:rsid w:val="008A60B3"/>
    <w:rsid w:val="008A6CE9"/>
    <w:rsid w:val="008B07D2"/>
    <w:rsid w:val="008B295F"/>
    <w:rsid w:val="008B320B"/>
    <w:rsid w:val="008B32A4"/>
    <w:rsid w:val="008B4BC7"/>
    <w:rsid w:val="008B5336"/>
    <w:rsid w:val="008B6DA4"/>
    <w:rsid w:val="008B7894"/>
    <w:rsid w:val="008C3667"/>
    <w:rsid w:val="008C6472"/>
    <w:rsid w:val="008C6B73"/>
    <w:rsid w:val="008C71AE"/>
    <w:rsid w:val="008D081B"/>
    <w:rsid w:val="008D1020"/>
    <w:rsid w:val="008D17EB"/>
    <w:rsid w:val="008D31C8"/>
    <w:rsid w:val="008D35BA"/>
    <w:rsid w:val="008D75CD"/>
    <w:rsid w:val="008E0FB1"/>
    <w:rsid w:val="008E2216"/>
    <w:rsid w:val="008E2F99"/>
    <w:rsid w:val="008E4041"/>
    <w:rsid w:val="008E4DBE"/>
    <w:rsid w:val="008E605B"/>
    <w:rsid w:val="008E7D1E"/>
    <w:rsid w:val="008F0608"/>
    <w:rsid w:val="008F0658"/>
    <w:rsid w:val="008F0E29"/>
    <w:rsid w:val="008F279D"/>
    <w:rsid w:val="008F3D7A"/>
    <w:rsid w:val="008F44B2"/>
    <w:rsid w:val="008F46CF"/>
    <w:rsid w:val="008F531B"/>
    <w:rsid w:val="008F636E"/>
    <w:rsid w:val="008F637D"/>
    <w:rsid w:val="008F6383"/>
    <w:rsid w:val="008F64BD"/>
    <w:rsid w:val="008F661F"/>
    <w:rsid w:val="008F707F"/>
    <w:rsid w:val="008F7135"/>
    <w:rsid w:val="008F7461"/>
    <w:rsid w:val="008F7AB2"/>
    <w:rsid w:val="00900539"/>
    <w:rsid w:val="00900ED3"/>
    <w:rsid w:val="00900EFF"/>
    <w:rsid w:val="00901672"/>
    <w:rsid w:val="00903100"/>
    <w:rsid w:val="00903220"/>
    <w:rsid w:val="00903239"/>
    <w:rsid w:val="009051AD"/>
    <w:rsid w:val="009075F9"/>
    <w:rsid w:val="00907BF1"/>
    <w:rsid w:val="00907C28"/>
    <w:rsid w:val="009115F1"/>
    <w:rsid w:val="0091179F"/>
    <w:rsid w:val="00911D76"/>
    <w:rsid w:val="00913ADE"/>
    <w:rsid w:val="009146A7"/>
    <w:rsid w:val="0091510F"/>
    <w:rsid w:val="0091562D"/>
    <w:rsid w:val="00916DB0"/>
    <w:rsid w:val="00917AB8"/>
    <w:rsid w:val="00917B81"/>
    <w:rsid w:val="00917E45"/>
    <w:rsid w:val="009211DC"/>
    <w:rsid w:val="0092120F"/>
    <w:rsid w:val="00922864"/>
    <w:rsid w:val="00922E9B"/>
    <w:rsid w:val="00925BBE"/>
    <w:rsid w:val="00926995"/>
    <w:rsid w:val="009272D8"/>
    <w:rsid w:val="00927A04"/>
    <w:rsid w:val="00927E1A"/>
    <w:rsid w:val="00930AD8"/>
    <w:rsid w:val="00932427"/>
    <w:rsid w:val="00933177"/>
    <w:rsid w:val="00934602"/>
    <w:rsid w:val="00935C99"/>
    <w:rsid w:val="00936854"/>
    <w:rsid w:val="00936E55"/>
    <w:rsid w:val="009408A4"/>
    <w:rsid w:val="009408C3"/>
    <w:rsid w:val="00941349"/>
    <w:rsid w:val="00942643"/>
    <w:rsid w:val="00942E48"/>
    <w:rsid w:val="00943CE1"/>
    <w:rsid w:val="00944704"/>
    <w:rsid w:val="0094548F"/>
    <w:rsid w:val="009465A1"/>
    <w:rsid w:val="00946714"/>
    <w:rsid w:val="00946EE4"/>
    <w:rsid w:val="0094730B"/>
    <w:rsid w:val="00947D02"/>
    <w:rsid w:val="00950F56"/>
    <w:rsid w:val="00951CB8"/>
    <w:rsid w:val="00951E1D"/>
    <w:rsid w:val="0095222A"/>
    <w:rsid w:val="009530BF"/>
    <w:rsid w:val="009539DD"/>
    <w:rsid w:val="009543C3"/>
    <w:rsid w:val="00955177"/>
    <w:rsid w:val="00956910"/>
    <w:rsid w:val="00957E4F"/>
    <w:rsid w:val="009604B2"/>
    <w:rsid w:val="00960E44"/>
    <w:rsid w:val="00961F24"/>
    <w:rsid w:val="0096252F"/>
    <w:rsid w:val="00962ED4"/>
    <w:rsid w:val="009635AE"/>
    <w:rsid w:val="00965C15"/>
    <w:rsid w:val="00965C1F"/>
    <w:rsid w:val="00965FCF"/>
    <w:rsid w:val="0096646F"/>
    <w:rsid w:val="00970676"/>
    <w:rsid w:val="00973248"/>
    <w:rsid w:val="00973CB9"/>
    <w:rsid w:val="00980B9D"/>
    <w:rsid w:val="0098102E"/>
    <w:rsid w:val="00981682"/>
    <w:rsid w:val="00981BC9"/>
    <w:rsid w:val="00983691"/>
    <w:rsid w:val="00983CD0"/>
    <w:rsid w:val="00985365"/>
    <w:rsid w:val="00986D49"/>
    <w:rsid w:val="00991D74"/>
    <w:rsid w:val="009946FA"/>
    <w:rsid w:val="0099518F"/>
    <w:rsid w:val="0099583E"/>
    <w:rsid w:val="00996FB0"/>
    <w:rsid w:val="00997DEC"/>
    <w:rsid w:val="009A37FA"/>
    <w:rsid w:val="009A71A3"/>
    <w:rsid w:val="009A7C0E"/>
    <w:rsid w:val="009B04BD"/>
    <w:rsid w:val="009B1362"/>
    <w:rsid w:val="009B5F5D"/>
    <w:rsid w:val="009B6583"/>
    <w:rsid w:val="009B6F3B"/>
    <w:rsid w:val="009B6FA9"/>
    <w:rsid w:val="009C030A"/>
    <w:rsid w:val="009C1DEF"/>
    <w:rsid w:val="009C2B1A"/>
    <w:rsid w:val="009C3060"/>
    <w:rsid w:val="009C413C"/>
    <w:rsid w:val="009C5B8C"/>
    <w:rsid w:val="009C5C28"/>
    <w:rsid w:val="009C5D1A"/>
    <w:rsid w:val="009C66C4"/>
    <w:rsid w:val="009C69C0"/>
    <w:rsid w:val="009C6DB1"/>
    <w:rsid w:val="009C700C"/>
    <w:rsid w:val="009C7056"/>
    <w:rsid w:val="009C715B"/>
    <w:rsid w:val="009C7422"/>
    <w:rsid w:val="009C7E53"/>
    <w:rsid w:val="009C7E7C"/>
    <w:rsid w:val="009D0682"/>
    <w:rsid w:val="009D0986"/>
    <w:rsid w:val="009D1176"/>
    <w:rsid w:val="009D33A3"/>
    <w:rsid w:val="009D4CC6"/>
    <w:rsid w:val="009D61E1"/>
    <w:rsid w:val="009D6C69"/>
    <w:rsid w:val="009E0EE2"/>
    <w:rsid w:val="009E162E"/>
    <w:rsid w:val="009E1A18"/>
    <w:rsid w:val="009E1D57"/>
    <w:rsid w:val="009E26FE"/>
    <w:rsid w:val="009E27CF"/>
    <w:rsid w:val="009E3362"/>
    <w:rsid w:val="009E369C"/>
    <w:rsid w:val="009E3C6B"/>
    <w:rsid w:val="009E76AF"/>
    <w:rsid w:val="009E7CC9"/>
    <w:rsid w:val="009F0740"/>
    <w:rsid w:val="009F0FC2"/>
    <w:rsid w:val="009F1215"/>
    <w:rsid w:val="009F1E50"/>
    <w:rsid w:val="009F2662"/>
    <w:rsid w:val="009F2BB7"/>
    <w:rsid w:val="009F3555"/>
    <w:rsid w:val="009F3A91"/>
    <w:rsid w:val="009F4367"/>
    <w:rsid w:val="009F6261"/>
    <w:rsid w:val="009F7AE7"/>
    <w:rsid w:val="00A01606"/>
    <w:rsid w:val="00A01B46"/>
    <w:rsid w:val="00A06E95"/>
    <w:rsid w:val="00A06F53"/>
    <w:rsid w:val="00A06FA0"/>
    <w:rsid w:val="00A07453"/>
    <w:rsid w:val="00A1063B"/>
    <w:rsid w:val="00A10D8F"/>
    <w:rsid w:val="00A111A9"/>
    <w:rsid w:val="00A12701"/>
    <w:rsid w:val="00A13428"/>
    <w:rsid w:val="00A1352E"/>
    <w:rsid w:val="00A13847"/>
    <w:rsid w:val="00A14BAD"/>
    <w:rsid w:val="00A14CD5"/>
    <w:rsid w:val="00A150D0"/>
    <w:rsid w:val="00A15C67"/>
    <w:rsid w:val="00A17505"/>
    <w:rsid w:val="00A22DB9"/>
    <w:rsid w:val="00A23401"/>
    <w:rsid w:val="00A245A7"/>
    <w:rsid w:val="00A2505A"/>
    <w:rsid w:val="00A32263"/>
    <w:rsid w:val="00A33635"/>
    <w:rsid w:val="00A34469"/>
    <w:rsid w:val="00A366F0"/>
    <w:rsid w:val="00A37AA3"/>
    <w:rsid w:val="00A37BA3"/>
    <w:rsid w:val="00A401FC"/>
    <w:rsid w:val="00A40D51"/>
    <w:rsid w:val="00A41241"/>
    <w:rsid w:val="00A41904"/>
    <w:rsid w:val="00A41C3B"/>
    <w:rsid w:val="00A41E1C"/>
    <w:rsid w:val="00A43E59"/>
    <w:rsid w:val="00A452C0"/>
    <w:rsid w:val="00A459ED"/>
    <w:rsid w:val="00A4659B"/>
    <w:rsid w:val="00A46909"/>
    <w:rsid w:val="00A47488"/>
    <w:rsid w:val="00A50B10"/>
    <w:rsid w:val="00A510C6"/>
    <w:rsid w:val="00A512BF"/>
    <w:rsid w:val="00A5174E"/>
    <w:rsid w:val="00A5179E"/>
    <w:rsid w:val="00A51AAC"/>
    <w:rsid w:val="00A52306"/>
    <w:rsid w:val="00A53A35"/>
    <w:rsid w:val="00A55009"/>
    <w:rsid w:val="00A550AE"/>
    <w:rsid w:val="00A55BEB"/>
    <w:rsid w:val="00A55C6D"/>
    <w:rsid w:val="00A5632D"/>
    <w:rsid w:val="00A56EE8"/>
    <w:rsid w:val="00A56F0D"/>
    <w:rsid w:val="00A61132"/>
    <w:rsid w:val="00A61435"/>
    <w:rsid w:val="00A61D2F"/>
    <w:rsid w:val="00A62BC5"/>
    <w:rsid w:val="00A64A25"/>
    <w:rsid w:val="00A66270"/>
    <w:rsid w:val="00A66E12"/>
    <w:rsid w:val="00A671DF"/>
    <w:rsid w:val="00A67B0E"/>
    <w:rsid w:val="00A71196"/>
    <w:rsid w:val="00A737CB"/>
    <w:rsid w:val="00A73CCF"/>
    <w:rsid w:val="00A74716"/>
    <w:rsid w:val="00A75DA4"/>
    <w:rsid w:val="00A805F6"/>
    <w:rsid w:val="00A80C82"/>
    <w:rsid w:val="00A8127F"/>
    <w:rsid w:val="00A822C1"/>
    <w:rsid w:val="00A82965"/>
    <w:rsid w:val="00A82FA2"/>
    <w:rsid w:val="00A83178"/>
    <w:rsid w:val="00A83F51"/>
    <w:rsid w:val="00A85C69"/>
    <w:rsid w:val="00A86B28"/>
    <w:rsid w:val="00A87B6D"/>
    <w:rsid w:val="00A87CC1"/>
    <w:rsid w:val="00A90283"/>
    <w:rsid w:val="00A9049D"/>
    <w:rsid w:val="00A90502"/>
    <w:rsid w:val="00A9156D"/>
    <w:rsid w:val="00A91621"/>
    <w:rsid w:val="00A917CF"/>
    <w:rsid w:val="00A91E45"/>
    <w:rsid w:val="00A92ABA"/>
    <w:rsid w:val="00A92CF3"/>
    <w:rsid w:val="00A93147"/>
    <w:rsid w:val="00A93242"/>
    <w:rsid w:val="00A938AF"/>
    <w:rsid w:val="00A953B8"/>
    <w:rsid w:val="00A95DA8"/>
    <w:rsid w:val="00AA07EC"/>
    <w:rsid w:val="00AA0BC3"/>
    <w:rsid w:val="00AA2D47"/>
    <w:rsid w:val="00AA332D"/>
    <w:rsid w:val="00AA3591"/>
    <w:rsid w:val="00AA3FC5"/>
    <w:rsid w:val="00AA6786"/>
    <w:rsid w:val="00AA6C20"/>
    <w:rsid w:val="00AA72CB"/>
    <w:rsid w:val="00AB0BEF"/>
    <w:rsid w:val="00AB108C"/>
    <w:rsid w:val="00AB1145"/>
    <w:rsid w:val="00AB2D51"/>
    <w:rsid w:val="00AB2F98"/>
    <w:rsid w:val="00AB30F7"/>
    <w:rsid w:val="00AB3331"/>
    <w:rsid w:val="00AB3963"/>
    <w:rsid w:val="00AB3AFB"/>
    <w:rsid w:val="00AB46B9"/>
    <w:rsid w:val="00AB4B2A"/>
    <w:rsid w:val="00AB4B7E"/>
    <w:rsid w:val="00AB4E77"/>
    <w:rsid w:val="00AB5CFC"/>
    <w:rsid w:val="00AB5F7C"/>
    <w:rsid w:val="00AB6022"/>
    <w:rsid w:val="00AB6F74"/>
    <w:rsid w:val="00AC22D2"/>
    <w:rsid w:val="00AC3F53"/>
    <w:rsid w:val="00AC49BB"/>
    <w:rsid w:val="00AC51C9"/>
    <w:rsid w:val="00AC5565"/>
    <w:rsid w:val="00AC5A83"/>
    <w:rsid w:val="00AC68C0"/>
    <w:rsid w:val="00AC7E26"/>
    <w:rsid w:val="00AD0D73"/>
    <w:rsid w:val="00AD1081"/>
    <w:rsid w:val="00AD1E0F"/>
    <w:rsid w:val="00AD4505"/>
    <w:rsid w:val="00AE067F"/>
    <w:rsid w:val="00AE109D"/>
    <w:rsid w:val="00AE19CA"/>
    <w:rsid w:val="00AE1D67"/>
    <w:rsid w:val="00AE2E0D"/>
    <w:rsid w:val="00AE3013"/>
    <w:rsid w:val="00AE30FC"/>
    <w:rsid w:val="00AE3F57"/>
    <w:rsid w:val="00AE4D43"/>
    <w:rsid w:val="00AE6A57"/>
    <w:rsid w:val="00AE70DE"/>
    <w:rsid w:val="00AF0655"/>
    <w:rsid w:val="00AF0766"/>
    <w:rsid w:val="00AF0A09"/>
    <w:rsid w:val="00AF0C93"/>
    <w:rsid w:val="00AF0E24"/>
    <w:rsid w:val="00AF15CC"/>
    <w:rsid w:val="00AF298F"/>
    <w:rsid w:val="00AF370C"/>
    <w:rsid w:val="00AF449F"/>
    <w:rsid w:val="00AF5508"/>
    <w:rsid w:val="00AF5739"/>
    <w:rsid w:val="00AF63C5"/>
    <w:rsid w:val="00AF64C6"/>
    <w:rsid w:val="00AF697A"/>
    <w:rsid w:val="00B003E0"/>
    <w:rsid w:val="00B00544"/>
    <w:rsid w:val="00B00B17"/>
    <w:rsid w:val="00B00C86"/>
    <w:rsid w:val="00B02254"/>
    <w:rsid w:val="00B0239A"/>
    <w:rsid w:val="00B02947"/>
    <w:rsid w:val="00B02D74"/>
    <w:rsid w:val="00B03B73"/>
    <w:rsid w:val="00B042C0"/>
    <w:rsid w:val="00B04437"/>
    <w:rsid w:val="00B05761"/>
    <w:rsid w:val="00B066AA"/>
    <w:rsid w:val="00B069D0"/>
    <w:rsid w:val="00B06E48"/>
    <w:rsid w:val="00B073C0"/>
    <w:rsid w:val="00B10D22"/>
    <w:rsid w:val="00B111B4"/>
    <w:rsid w:val="00B11E92"/>
    <w:rsid w:val="00B11F99"/>
    <w:rsid w:val="00B120A7"/>
    <w:rsid w:val="00B12F02"/>
    <w:rsid w:val="00B137EC"/>
    <w:rsid w:val="00B137EF"/>
    <w:rsid w:val="00B16236"/>
    <w:rsid w:val="00B1690B"/>
    <w:rsid w:val="00B1702F"/>
    <w:rsid w:val="00B1778A"/>
    <w:rsid w:val="00B20721"/>
    <w:rsid w:val="00B20806"/>
    <w:rsid w:val="00B210F8"/>
    <w:rsid w:val="00B21AA8"/>
    <w:rsid w:val="00B22666"/>
    <w:rsid w:val="00B22B74"/>
    <w:rsid w:val="00B2445C"/>
    <w:rsid w:val="00B24EA3"/>
    <w:rsid w:val="00B25A4D"/>
    <w:rsid w:val="00B26351"/>
    <w:rsid w:val="00B268C7"/>
    <w:rsid w:val="00B275B2"/>
    <w:rsid w:val="00B277C8"/>
    <w:rsid w:val="00B27F3E"/>
    <w:rsid w:val="00B30678"/>
    <w:rsid w:val="00B30875"/>
    <w:rsid w:val="00B3109A"/>
    <w:rsid w:val="00B31486"/>
    <w:rsid w:val="00B34AD8"/>
    <w:rsid w:val="00B35047"/>
    <w:rsid w:val="00B35E5E"/>
    <w:rsid w:val="00B363FF"/>
    <w:rsid w:val="00B43ADB"/>
    <w:rsid w:val="00B44F31"/>
    <w:rsid w:val="00B460A9"/>
    <w:rsid w:val="00B4643F"/>
    <w:rsid w:val="00B46833"/>
    <w:rsid w:val="00B46FA2"/>
    <w:rsid w:val="00B502DA"/>
    <w:rsid w:val="00B50851"/>
    <w:rsid w:val="00B51B04"/>
    <w:rsid w:val="00B5382F"/>
    <w:rsid w:val="00B548F5"/>
    <w:rsid w:val="00B550F0"/>
    <w:rsid w:val="00B57E6F"/>
    <w:rsid w:val="00B602F6"/>
    <w:rsid w:val="00B60524"/>
    <w:rsid w:val="00B61CFD"/>
    <w:rsid w:val="00B6309E"/>
    <w:rsid w:val="00B637DA"/>
    <w:rsid w:val="00B652C0"/>
    <w:rsid w:val="00B66005"/>
    <w:rsid w:val="00B74003"/>
    <w:rsid w:val="00B74895"/>
    <w:rsid w:val="00B75C99"/>
    <w:rsid w:val="00B80DCC"/>
    <w:rsid w:val="00B816BC"/>
    <w:rsid w:val="00B82449"/>
    <w:rsid w:val="00B82976"/>
    <w:rsid w:val="00B84947"/>
    <w:rsid w:val="00B851D3"/>
    <w:rsid w:val="00B86949"/>
    <w:rsid w:val="00B87E36"/>
    <w:rsid w:val="00B90BC1"/>
    <w:rsid w:val="00B91B45"/>
    <w:rsid w:val="00B91BF9"/>
    <w:rsid w:val="00B92891"/>
    <w:rsid w:val="00B92A22"/>
    <w:rsid w:val="00B93BE2"/>
    <w:rsid w:val="00B93E62"/>
    <w:rsid w:val="00B9583D"/>
    <w:rsid w:val="00B95FF1"/>
    <w:rsid w:val="00BA08B5"/>
    <w:rsid w:val="00BA1678"/>
    <w:rsid w:val="00BA4757"/>
    <w:rsid w:val="00BA5D00"/>
    <w:rsid w:val="00BA5D3A"/>
    <w:rsid w:val="00BB18FE"/>
    <w:rsid w:val="00BB2559"/>
    <w:rsid w:val="00BB33A6"/>
    <w:rsid w:val="00BB366E"/>
    <w:rsid w:val="00BB4BBB"/>
    <w:rsid w:val="00BB5A12"/>
    <w:rsid w:val="00BB7104"/>
    <w:rsid w:val="00BB7179"/>
    <w:rsid w:val="00BB7A37"/>
    <w:rsid w:val="00BC10BA"/>
    <w:rsid w:val="00BC1703"/>
    <w:rsid w:val="00BC1CDF"/>
    <w:rsid w:val="00BC2003"/>
    <w:rsid w:val="00BC29A3"/>
    <w:rsid w:val="00BC439A"/>
    <w:rsid w:val="00BC4C67"/>
    <w:rsid w:val="00BC4CB3"/>
    <w:rsid w:val="00BC58B7"/>
    <w:rsid w:val="00BC60E2"/>
    <w:rsid w:val="00BC7F1D"/>
    <w:rsid w:val="00BD0557"/>
    <w:rsid w:val="00BD1B05"/>
    <w:rsid w:val="00BD3765"/>
    <w:rsid w:val="00BD3C39"/>
    <w:rsid w:val="00BD3FC5"/>
    <w:rsid w:val="00BD40A0"/>
    <w:rsid w:val="00BD4580"/>
    <w:rsid w:val="00BD45A4"/>
    <w:rsid w:val="00BD6FDC"/>
    <w:rsid w:val="00BD76CC"/>
    <w:rsid w:val="00BE15F7"/>
    <w:rsid w:val="00BE1AF5"/>
    <w:rsid w:val="00BE51A0"/>
    <w:rsid w:val="00BE5469"/>
    <w:rsid w:val="00BE7EDF"/>
    <w:rsid w:val="00BF0F38"/>
    <w:rsid w:val="00BF1624"/>
    <w:rsid w:val="00BF2655"/>
    <w:rsid w:val="00BF3100"/>
    <w:rsid w:val="00BF3CB2"/>
    <w:rsid w:val="00BF3CEF"/>
    <w:rsid w:val="00BF400F"/>
    <w:rsid w:val="00BF4DA0"/>
    <w:rsid w:val="00C02F92"/>
    <w:rsid w:val="00C03F8E"/>
    <w:rsid w:val="00C064A3"/>
    <w:rsid w:val="00C06F2D"/>
    <w:rsid w:val="00C079B3"/>
    <w:rsid w:val="00C07D68"/>
    <w:rsid w:val="00C07E67"/>
    <w:rsid w:val="00C10693"/>
    <w:rsid w:val="00C10910"/>
    <w:rsid w:val="00C119ED"/>
    <w:rsid w:val="00C1235D"/>
    <w:rsid w:val="00C13469"/>
    <w:rsid w:val="00C13A60"/>
    <w:rsid w:val="00C14C5C"/>
    <w:rsid w:val="00C21B56"/>
    <w:rsid w:val="00C22280"/>
    <w:rsid w:val="00C23540"/>
    <w:rsid w:val="00C23701"/>
    <w:rsid w:val="00C23C33"/>
    <w:rsid w:val="00C3030A"/>
    <w:rsid w:val="00C30BC1"/>
    <w:rsid w:val="00C3266D"/>
    <w:rsid w:val="00C3286C"/>
    <w:rsid w:val="00C33243"/>
    <w:rsid w:val="00C33746"/>
    <w:rsid w:val="00C35AB8"/>
    <w:rsid w:val="00C36FD0"/>
    <w:rsid w:val="00C40C14"/>
    <w:rsid w:val="00C42647"/>
    <w:rsid w:val="00C42E44"/>
    <w:rsid w:val="00C43DAB"/>
    <w:rsid w:val="00C44AEC"/>
    <w:rsid w:val="00C4572E"/>
    <w:rsid w:val="00C472E4"/>
    <w:rsid w:val="00C47C95"/>
    <w:rsid w:val="00C50914"/>
    <w:rsid w:val="00C50B65"/>
    <w:rsid w:val="00C53F9D"/>
    <w:rsid w:val="00C5406E"/>
    <w:rsid w:val="00C553A2"/>
    <w:rsid w:val="00C60B11"/>
    <w:rsid w:val="00C61909"/>
    <w:rsid w:val="00C6215C"/>
    <w:rsid w:val="00C62F26"/>
    <w:rsid w:val="00C6344E"/>
    <w:rsid w:val="00C67CE4"/>
    <w:rsid w:val="00C72F78"/>
    <w:rsid w:val="00C73524"/>
    <w:rsid w:val="00C75357"/>
    <w:rsid w:val="00C7546F"/>
    <w:rsid w:val="00C76894"/>
    <w:rsid w:val="00C769E2"/>
    <w:rsid w:val="00C76DD4"/>
    <w:rsid w:val="00C774A5"/>
    <w:rsid w:val="00C80438"/>
    <w:rsid w:val="00C82865"/>
    <w:rsid w:val="00C83268"/>
    <w:rsid w:val="00C835E4"/>
    <w:rsid w:val="00C84E61"/>
    <w:rsid w:val="00C85DB4"/>
    <w:rsid w:val="00C862A4"/>
    <w:rsid w:val="00C86BB1"/>
    <w:rsid w:val="00C86F8C"/>
    <w:rsid w:val="00C8762D"/>
    <w:rsid w:val="00C923D3"/>
    <w:rsid w:val="00C9241B"/>
    <w:rsid w:val="00C924B3"/>
    <w:rsid w:val="00C9289B"/>
    <w:rsid w:val="00C92C22"/>
    <w:rsid w:val="00C92C89"/>
    <w:rsid w:val="00C936B8"/>
    <w:rsid w:val="00C93825"/>
    <w:rsid w:val="00C940DE"/>
    <w:rsid w:val="00C9508A"/>
    <w:rsid w:val="00CA0141"/>
    <w:rsid w:val="00CA015C"/>
    <w:rsid w:val="00CA01D3"/>
    <w:rsid w:val="00CA0C3E"/>
    <w:rsid w:val="00CA1663"/>
    <w:rsid w:val="00CA1865"/>
    <w:rsid w:val="00CA1945"/>
    <w:rsid w:val="00CA226F"/>
    <w:rsid w:val="00CA2CAC"/>
    <w:rsid w:val="00CA32A3"/>
    <w:rsid w:val="00CA3489"/>
    <w:rsid w:val="00CA41ED"/>
    <w:rsid w:val="00CA44FB"/>
    <w:rsid w:val="00CA5823"/>
    <w:rsid w:val="00CA5A90"/>
    <w:rsid w:val="00CA5E63"/>
    <w:rsid w:val="00CA6CCF"/>
    <w:rsid w:val="00CB0BB6"/>
    <w:rsid w:val="00CB172B"/>
    <w:rsid w:val="00CB1C3E"/>
    <w:rsid w:val="00CB1E53"/>
    <w:rsid w:val="00CB216F"/>
    <w:rsid w:val="00CB349C"/>
    <w:rsid w:val="00CB3A79"/>
    <w:rsid w:val="00CB3EBC"/>
    <w:rsid w:val="00CB52FB"/>
    <w:rsid w:val="00CB577E"/>
    <w:rsid w:val="00CB5B3F"/>
    <w:rsid w:val="00CB5FE1"/>
    <w:rsid w:val="00CB66B9"/>
    <w:rsid w:val="00CB7AF6"/>
    <w:rsid w:val="00CC06C5"/>
    <w:rsid w:val="00CC120F"/>
    <w:rsid w:val="00CC2AA9"/>
    <w:rsid w:val="00CC307C"/>
    <w:rsid w:val="00CC4F48"/>
    <w:rsid w:val="00CC6DA6"/>
    <w:rsid w:val="00CC702E"/>
    <w:rsid w:val="00CC776C"/>
    <w:rsid w:val="00CD075E"/>
    <w:rsid w:val="00CD07E3"/>
    <w:rsid w:val="00CD50B9"/>
    <w:rsid w:val="00CD50D6"/>
    <w:rsid w:val="00CD79C3"/>
    <w:rsid w:val="00CD7E0F"/>
    <w:rsid w:val="00CE1D58"/>
    <w:rsid w:val="00CE4389"/>
    <w:rsid w:val="00CE55D3"/>
    <w:rsid w:val="00CE5FB1"/>
    <w:rsid w:val="00CE617E"/>
    <w:rsid w:val="00CF2747"/>
    <w:rsid w:val="00CF2B70"/>
    <w:rsid w:val="00CF3C74"/>
    <w:rsid w:val="00CF515F"/>
    <w:rsid w:val="00CF6833"/>
    <w:rsid w:val="00CF727D"/>
    <w:rsid w:val="00D00DBE"/>
    <w:rsid w:val="00D01A24"/>
    <w:rsid w:val="00D02AC2"/>
    <w:rsid w:val="00D0486C"/>
    <w:rsid w:val="00D058C7"/>
    <w:rsid w:val="00D05B30"/>
    <w:rsid w:val="00D06730"/>
    <w:rsid w:val="00D0713C"/>
    <w:rsid w:val="00D07177"/>
    <w:rsid w:val="00D10270"/>
    <w:rsid w:val="00D10C53"/>
    <w:rsid w:val="00D12EF0"/>
    <w:rsid w:val="00D14D44"/>
    <w:rsid w:val="00D16109"/>
    <w:rsid w:val="00D208F1"/>
    <w:rsid w:val="00D2129A"/>
    <w:rsid w:val="00D2176C"/>
    <w:rsid w:val="00D219BC"/>
    <w:rsid w:val="00D21B61"/>
    <w:rsid w:val="00D239CE"/>
    <w:rsid w:val="00D24355"/>
    <w:rsid w:val="00D24C3F"/>
    <w:rsid w:val="00D24CBD"/>
    <w:rsid w:val="00D30016"/>
    <w:rsid w:val="00D3121C"/>
    <w:rsid w:val="00D31BF9"/>
    <w:rsid w:val="00D3294F"/>
    <w:rsid w:val="00D333A6"/>
    <w:rsid w:val="00D34E64"/>
    <w:rsid w:val="00D36B32"/>
    <w:rsid w:val="00D370F1"/>
    <w:rsid w:val="00D373EC"/>
    <w:rsid w:val="00D4140A"/>
    <w:rsid w:val="00D414EC"/>
    <w:rsid w:val="00D4294F"/>
    <w:rsid w:val="00D43D82"/>
    <w:rsid w:val="00D44A5E"/>
    <w:rsid w:val="00D44D25"/>
    <w:rsid w:val="00D45496"/>
    <w:rsid w:val="00D4617D"/>
    <w:rsid w:val="00D46718"/>
    <w:rsid w:val="00D5147C"/>
    <w:rsid w:val="00D52483"/>
    <w:rsid w:val="00D53C11"/>
    <w:rsid w:val="00D53EB5"/>
    <w:rsid w:val="00D53F27"/>
    <w:rsid w:val="00D54603"/>
    <w:rsid w:val="00D5548A"/>
    <w:rsid w:val="00D559E8"/>
    <w:rsid w:val="00D56C76"/>
    <w:rsid w:val="00D607D6"/>
    <w:rsid w:val="00D617BE"/>
    <w:rsid w:val="00D63DF0"/>
    <w:rsid w:val="00D6557F"/>
    <w:rsid w:val="00D6666C"/>
    <w:rsid w:val="00D67B7B"/>
    <w:rsid w:val="00D7064B"/>
    <w:rsid w:val="00D72752"/>
    <w:rsid w:val="00D72798"/>
    <w:rsid w:val="00D72854"/>
    <w:rsid w:val="00D7344D"/>
    <w:rsid w:val="00D74502"/>
    <w:rsid w:val="00D758B5"/>
    <w:rsid w:val="00D75B52"/>
    <w:rsid w:val="00D7684A"/>
    <w:rsid w:val="00D773FA"/>
    <w:rsid w:val="00D7791A"/>
    <w:rsid w:val="00D80488"/>
    <w:rsid w:val="00D821A8"/>
    <w:rsid w:val="00D84665"/>
    <w:rsid w:val="00D849A7"/>
    <w:rsid w:val="00D858B1"/>
    <w:rsid w:val="00D876F8"/>
    <w:rsid w:val="00D909A2"/>
    <w:rsid w:val="00D91756"/>
    <w:rsid w:val="00D92526"/>
    <w:rsid w:val="00D9454A"/>
    <w:rsid w:val="00D94C81"/>
    <w:rsid w:val="00D94D30"/>
    <w:rsid w:val="00D95539"/>
    <w:rsid w:val="00D95825"/>
    <w:rsid w:val="00D95FD5"/>
    <w:rsid w:val="00D9668A"/>
    <w:rsid w:val="00D9671E"/>
    <w:rsid w:val="00D96FC0"/>
    <w:rsid w:val="00DA3BDD"/>
    <w:rsid w:val="00DA4DF0"/>
    <w:rsid w:val="00DA50F8"/>
    <w:rsid w:val="00DA53DB"/>
    <w:rsid w:val="00DA5DC7"/>
    <w:rsid w:val="00DA6540"/>
    <w:rsid w:val="00DA7585"/>
    <w:rsid w:val="00DB035B"/>
    <w:rsid w:val="00DB07D5"/>
    <w:rsid w:val="00DB187D"/>
    <w:rsid w:val="00DB1933"/>
    <w:rsid w:val="00DB3D9B"/>
    <w:rsid w:val="00DB4477"/>
    <w:rsid w:val="00DB64FB"/>
    <w:rsid w:val="00DB671E"/>
    <w:rsid w:val="00DB6D07"/>
    <w:rsid w:val="00DB746B"/>
    <w:rsid w:val="00DB7518"/>
    <w:rsid w:val="00DC0EC7"/>
    <w:rsid w:val="00DC1768"/>
    <w:rsid w:val="00DC1F67"/>
    <w:rsid w:val="00DC2556"/>
    <w:rsid w:val="00DC4DDF"/>
    <w:rsid w:val="00DC730E"/>
    <w:rsid w:val="00DD0C91"/>
    <w:rsid w:val="00DD1DB1"/>
    <w:rsid w:val="00DD2415"/>
    <w:rsid w:val="00DD277A"/>
    <w:rsid w:val="00DD3A3D"/>
    <w:rsid w:val="00DD4479"/>
    <w:rsid w:val="00DD4732"/>
    <w:rsid w:val="00DD4F13"/>
    <w:rsid w:val="00DD6B00"/>
    <w:rsid w:val="00DD6F5D"/>
    <w:rsid w:val="00DD75ED"/>
    <w:rsid w:val="00DD7A59"/>
    <w:rsid w:val="00DE0561"/>
    <w:rsid w:val="00DE0EF2"/>
    <w:rsid w:val="00DE2296"/>
    <w:rsid w:val="00DE2924"/>
    <w:rsid w:val="00DE376E"/>
    <w:rsid w:val="00DE458E"/>
    <w:rsid w:val="00DE5370"/>
    <w:rsid w:val="00DE616A"/>
    <w:rsid w:val="00DE704C"/>
    <w:rsid w:val="00DE7A0D"/>
    <w:rsid w:val="00DE7C14"/>
    <w:rsid w:val="00DF0C09"/>
    <w:rsid w:val="00DF1B54"/>
    <w:rsid w:val="00DF2120"/>
    <w:rsid w:val="00DF3AF4"/>
    <w:rsid w:val="00DF420D"/>
    <w:rsid w:val="00DF6B57"/>
    <w:rsid w:val="00E00AA1"/>
    <w:rsid w:val="00E012E3"/>
    <w:rsid w:val="00E02A8B"/>
    <w:rsid w:val="00E02B13"/>
    <w:rsid w:val="00E03A5E"/>
    <w:rsid w:val="00E03CF7"/>
    <w:rsid w:val="00E06287"/>
    <w:rsid w:val="00E06907"/>
    <w:rsid w:val="00E07D12"/>
    <w:rsid w:val="00E10552"/>
    <w:rsid w:val="00E114C5"/>
    <w:rsid w:val="00E11F18"/>
    <w:rsid w:val="00E12C3C"/>
    <w:rsid w:val="00E1320E"/>
    <w:rsid w:val="00E14887"/>
    <w:rsid w:val="00E16124"/>
    <w:rsid w:val="00E16E91"/>
    <w:rsid w:val="00E178D1"/>
    <w:rsid w:val="00E203E7"/>
    <w:rsid w:val="00E204C6"/>
    <w:rsid w:val="00E21C9C"/>
    <w:rsid w:val="00E23FDC"/>
    <w:rsid w:val="00E23FE6"/>
    <w:rsid w:val="00E24659"/>
    <w:rsid w:val="00E25AA7"/>
    <w:rsid w:val="00E31945"/>
    <w:rsid w:val="00E31C50"/>
    <w:rsid w:val="00E3237B"/>
    <w:rsid w:val="00E326E2"/>
    <w:rsid w:val="00E33531"/>
    <w:rsid w:val="00E337CD"/>
    <w:rsid w:val="00E33CDE"/>
    <w:rsid w:val="00E33E03"/>
    <w:rsid w:val="00E3462A"/>
    <w:rsid w:val="00E36E39"/>
    <w:rsid w:val="00E40520"/>
    <w:rsid w:val="00E418BD"/>
    <w:rsid w:val="00E424C2"/>
    <w:rsid w:val="00E43127"/>
    <w:rsid w:val="00E46004"/>
    <w:rsid w:val="00E479F7"/>
    <w:rsid w:val="00E47B8A"/>
    <w:rsid w:val="00E50B37"/>
    <w:rsid w:val="00E52065"/>
    <w:rsid w:val="00E5265F"/>
    <w:rsid w:val="00E532E7"/>
    <w:rsid w:val="00E53D26"/>
    <w:rsid w:val="00E54F62"/>
    <w:rsid w:val="00E54F6F"/>
    <w:rsid w:val="00E55C27"/>
    <w:rsid w:val="00E60ADD"/>
    <w:rsid w:val="00E6183F"/>
    <w:rsid w:val="00E630A6"/>
    <w:rsid w:val="00E632C0"/>
    <w:rsid w:val="00E63AEA"/>
    <w:rsid w:val="00E641BA"/>
    <w:rsid w:val="00E65099"/>
    <w:rsid w:val="00E66717"/>
    <w:rsid w:val="00E6760C"/>
    <w:rsid w:val="00E708BF"/>
    <w:rsid w:val="00E70C68"/>
    <w:rsid w:val="00E720E6"/>
    <w:rsid w:val="00E73D1B"/>
    <w:rsid w:val="00E75864"/>
    <w:rsid w:val="00E75E0E"/>
    <w:rsid w:val="00E76727"/>
    <w:rsid w:val="00E768D7"/>
    <w:rsid w:val="00E76BCC"/>
    <w:rsid w:val="00E77BA4"/>
    <w:rsid w:val="00E77F24"/>
    <w:rsid w:val="00E806BE"/>
    <w:rsid w:val="00E80C34"/>
    <w:rsid w:val="00E82621"/>
    <w:rsid w:val="00E83B69"/>
    <w:rsid w:val="00E843EE"/>
    <w:rsid w:val="00E84B89"/>
    <w:rsid w:val="00E85C65"/>
    <w:rsid w:val="00E860F8"/>
    <w:rsid w:val="00E86A3B"/>
    <w:rsid w:val="00E86C1F"/>
    <w:rsid w:val="00E86C20"/>
    <w:rsid w:val="00E876B6"/>
    <w:rsid w:val="00E90385"/>
    <w:rsid w:val="00E913C1"/>
    <w:rsid w:val="00E918D4"/>
    <w:rsid w:val="00E95C41"/>
    <w:rsid w:val="00E96664"/>
    <w:rsid w:val="00E969BF"/>
    <w:rsid w:val="00E97028"/>
    <w:rsid w:val="00EA0027"/>
    <w:rsid w:val="00EA0683"/>
    <w:rsid w:val="00EA180C"/>
    <w:rsid w:val="00EA1913"/>
    <w:rsid w:val="00EA418B"/>
    <w:rsid w:val="00EA509E"/>
    <w:rsid w:val="00EA5E5C"/>
    <w:rsid w:val="00EA7167"/>
    <w:rsid w:val="00EB0381"/>
    <w:rsid w:val="00EB05FC"/>
    <w:rsid w:val="00EB14A3"/>
    <w:rsid w:val="00EB32DC"/>
    <w:rsid w:val="00EB4B77"/>
    <w:rsid w:val="00EB4DB3"/>
    <w:rsid w:val="00EB5A99"/>
    <w:rsid w:val="00EB72BA"/>
    <w:rsid w:val="00EC0518"/>
    <w:rsid w:val="00EC05DC"/>
    <w:rsid w:val="00EC20A7"/>
    <w:rsid w:val="00EC2382"/>
    <w:rsid w:val="00EC3A2D"/>
    <w:rsid w:val="00EC4C7E"/>
    <w:rsid w:val="00EC4EEA"/>
    <w:rsid w:val="00EC53FC"/>
    <w:rsid w:val="00EC6CAB"/>
    <w:rsid w:val="00ED08AD"/>
    <w:rsid w:val="00ED6021"/>
    <w:rsid w:val="00ED7D1A"/>
    <w:rsid w:val="00EE0770"/>
    <w:rsid w:val="00EE0C4D"/>
    <w:rsid w:val="00EE0FCD"/>
    <w:rsid w:val="00EE119B"/>
    <w:rsid w:val="00EE18D9"/>
    <w:rsid w:val="00EE19F3"/>
    <w:rsid w:val="00EE1DBF"/>
    <w:rsid w:val="00EE3396"/>
    <w:rsid w:val="00EE3901"/>
    <w:rsid w:val="00EE3BAB"/>
    <w:rsid w:val="00EE464D"/>
    <w:rsid w:val="00EE57B3"/>
    <w:rsid w:val="00EE6464"/>
    <w:rsid w:val="00EE67B8"/>
    <w:rsid w:val="00EE6DF0"/>
    <w:rsid w:val="00EE7536"/>
    <w:rsid w:val="00EF0DE3"/>
    <w:rsid w:val="00EF0FAA"/>
    <w:rsid w:val="00EF18D3"/>
    <w:rsid w:val="00EF2420"/>
    <w:rsid w:val="00EF267B"/>
    <w:rsid w:val="00EF31D1"/>
    <w:rsid w:val="00EF3AD7"/>
    <w:rsid w:val="00EF3FEF"/>
    <w:rsid w:val="00EF496F"/>
    <w:rsid w:val="00EF53F7"/>
    <w:rsid w:val="00EF595F"/>
    <w:rsid w:val="00EF5F62"/>
    <w:rsid w:val="00EF6B0A"/>
    <w:rsid w:val="00F0156D"/>
    <w:rsid w:val="00F01879"/>
    <w:rsid w:val="00F021F8"/>
    <w:rsid w:val="00F024EE"/>
    <w:rsid w:val="00F03171"/>
    <w:rsid w:val="00F033AE"/>
    <w:rsid w:val="00F03ACF"/>
    <w:rsid w:val="00F045CE"/>
    <w:rsid w:val="00F05568"/>
    <w:rsid w:val="00F07453"/>
    <w:rsid w:val="00F07C15"/>
    <w:rsid w:val="00F10A1E"/>
    <w:rsid w:val="00F1113B"/>
    <w:rsid w:val="00F11E55"/>
    <w:rsid w:val="00F12C32"/>
    <w:rsid w:val="00F1395B"/>
    <w:rsid w:val="00F13FA6"/>
    <w:rsid w:val="00F14B96"/>
    <w:rsid w:val="00F14BF9"/>
    <w:rsid w:val="00F15831"/>
    <w:rsid w:val="00F16923"/>
    <w:rsid w:val="00F21740"/>
    <w:rsid w:val="00F21A39"/>
    <w:rsid w:val="00F223C9"/>
    <w:rsid w:val="00F23649"/>
    <w:rsid w:val="00F23988"/>
    <w:rsid w:val="00F247DB"/>
    <w:rsid w:val="00F24ADE"/>
    <w:rsid w:val="00F257B4"/>
    <w:rsid w:val="00F27255"/>
    <w:rsid w:val="00F306BE"/>
    <w:rsid w:val="00F31333"/>
    <w:rsid w:val="00F32EAB"/>
    <w:rsid w:val="00F34D30"/>
    <w:rsid w:val="00F353B7"/>
    <w:rsid w:val="00F365B2"/>
    <w:rsid w:val="00F36B55"/>
    <w:rsid w:val="00F36BB9"/>
    <w:rsid w:val="00F36CC9"/>
    <w:rsid w:val="00F37344"/>
    <w:rsid w:val="00F37671"/>
    <w:rsid w:val="00F4102C"/>
    <w:rsid w:val="00F42C9B"/>
    <w:rsid w:val="00F435FF"/>
    <w:rsid w:val="00F47139"/>
    <w:rsid w:val="00F473EE"/>
    <w:rsid w:val="00F47570"/>
    <w:rsid w:val="00F51735"/>
    <w:rsid w:val="00F52429"/>
    <w:rsid w:val="00F5389C"/>
    <w:rsid w:val="00F53BE1"/>
    <w:rsid w:val="00F540FC"/>
    <w:rsid w:val="00F545E4"/>
    <w:rsid w:val="00F549DB"/>
    <w:rsid w:val="00F54EC1"/>
    <w:rsid w:val="00F61695"/>
    <w:rsid w:val="00F61845"/>
    <w:rsid w:val="00F61B58"/>
    <w:rsid w:val="00F643C9"/>
    <w:rsid w:val="00F64662"/>
    <w:rsid w:val="00F657CA"/>
    <w:rsid w:val="00F65C2D"/>
    <w:rsid w:val="00F66B19"/>
    <w:rsid w:val="00F66CFC"/>
    <w:rsid w:val="00F711FB"/>
    <w:rsid w:val="00F72976"/>
    <w:rsid w:val="00F7303D"/>
    <w:rsid w:val="00F7374F"/>
    <w:rsid w:val="00F73FD9"/>
    <w:rsid w:val="00F74C28"/>
    <w:rsid w:val="00F77314"/>
    <w:rsid w:val="00F77C8C"/>
    <w:rsid w:val="00F8197F"/>
    <w:rsid w:val="00F82B79"/>
    <w:rsid w:val="00F82BCE"/>
    <w:rsid w:val="00F82D57"/>
    <w:rsid w:val="00F83063"/>
    <w:rsid w:val="00F83362"/>
    <w:rsid w:val="00F83687"/>
    <w:rsid w:val="00F84136"/>
    <w:rsid w:val="00F84ADE"/>
    <w:rsid w:val="00F8626B"/>
    <w:rsid w:val="00F91044"/>
    <w:rsid w:val="00F91574"/>
    <w:rsid w:val="00F9611A"/>
    <w:rsid w:val="00F96C94"/>
    <w:rsid w:val="00F97E96"/>
    <w:rsid w:val="00FA1531"/>
    <w:rsid w:val="00FA1D6E"/>
    <w:rsid w:val="00FA2605"/>
    <w:rsid w:val="00FA5182"/>
    <w:rsid w:val="00FA6BF2"/>
    <w:rsid w:val="00FB0807"/>
    <w:rsid w:val="00FB134F"/>
    <w:rsid w:val="00FB144E"/>
    <w:rsid w:val="00FB1519"/>
    <w:rsid w:val="00FB183C"/>
    <w:rsid w:val="00FB2EE2"/>
    <w:rsid w:val="00FB496B"/>
    <w:rsid w:val="00FB4DEB"/>
    <w:rsid w:val="00FB529D"/>
    <w:rsid w:val="00FB56E1"/>
    <w:rsid w:val="00FC17BF"/>
    <w:rsid w:val="00FC18D0"/>
    <w:rsid w:val="00FC3E4D"/>
    <w:rsid w:val="00FC4771"/>
    <w:rsid w:val="00FC4D3C"/>
    <w:rsid w:val="00FC53CF"/>
    <w:rsid w:val="00FC64EA"/>
    <w:rsid w:val="00FC672F"/>
    <w:rsid w:val="00FC6D09"/>
    <w:rsid w:val="00FC6F05"/>
    <w:rsid w:val="00FD4283"/>
    <w:rsid w:val="00FD6063"/>
    <w:rsid w:val="00FD65C4"/>
    <w:rsid w:val="00FD65E6"/>
    <w:rsid w:val="00FD6A04"/>
    <w:rsid w:val="00FD7D25"/>
    <w:rsid w:val="00FD7E04"/>
    <w:rsid w:val="00FE01B6"/>
    <w:rsid w:val="00FE05C5"/>
    <w:rsid w:val="00FE377E"/>
    <w:rsid w:val="00FE53AE"/>
    <w:rsid w:val="00FE5917"/>
    <w:rsid w:val="00FE5CDC"/>
    <w:rsid w:val="00FE7B29"/>
    <w:rsid w:val="00FF0E35"/>
    <w:rsid w:val="00FF26A2"/>
    <w:rsid w:val="00FF68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64EFAE3"/>
  <w15:docId w15:val="{0E4E88D3-588B-4410-A2E3-7BE62BA14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5658F"/>
    <w:pPr>
      <w:spacing w:after="120" w:line="240" w:lineRule="atLeast"/>
      <w:ind w:left="576" w:hanging="576"/>
    </w:pPr>
    <w:rPr>
      <w:rFonts w:ascii="Arial" w:hAnsi="Arial"/>
      <w:szCs w:val="24"/>
    </w:rPr>
  </w:style>
  <w:style w:type="paragraph" w:styleId="Heading1">
    <w:name w:val="heading 1"/>
    <w:basedOn w:val="Normal"/>
    <w:next w:val="Normal"/>
    <w:link w:val="Heading1Char"/>
    <w:rsid w:val="0035658F"/>
    <w:pPr>
      <w:keepNext/>
      <w:spacing w:before="240" w:after="60"/>
      <w:outlineLvl w:val="0"/>
    </w:pPr>
    <w:rPr>
      <w:rFonts w:cs="Arial"/>
      <w:b/>
      <w:bCs/>
      <w:kern w:val="32"/>
      <w:sz w:val="32"/>
      <w:szCs w:val="32"/>
    </w:rPr>
  </w:style>
  <w:style w:type="paragraph" w:styleId="Heading2">
    <w:name w:val="heading 2"/>
    <w:basedOn w:val="Normal"/>
    <w:next w:val="Normal"/>
    <w:qFormat/>
    <w:rsid w:val="00EC0518"/>
    <w:pPr>
      <w:keepNext/>
      <w:spacing w:before="240" w:after="60"/>
      <w:outlineLvl w:val="1"/>
    </w:pPr>
    <w:rPr>
      <w:rFonts w:cs="Arial"/>
      <w:b/>
      <w:bCs/>
      <w:i/>
      <w:iCs/>
      <w:sz w:val="28"/>
      <w:szCs w:val="28"/>
    </w:rPr>
  </w:style>
  <w:style w:type="paragraph" w:styleId="Heading3">
    <w:name w:val="heading 3"/>
    <w:basedOn w:val="Normal"/>
    <w:next w:val="Normal"/>
    <w:link w:val="Heading3Char"/>
    <w:rsid w:val="0035658F"/>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5658F"/>
    <w:pPr>
      <w:spacing w:after="12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35658F"/>
    <w:pPr>
      <w:tabs>
        <w:tab w:val="center" w:pos="4320"/>
        <w:tab w:val="right" w:pos="8640"/>
      </w:tabs>
      <w:ind w:left="0" w:firstLine="0"/>
    </w:pPr>
  </w:style>
  <w:style w:type="paragraph" w:styleId="Footer">
    <w:name w:val="footer"/>
    <w:basedOn w:val="Normal"/>
    <w:link w:val="FooterChar"/>
    <w:uiPriority w:val="99"/>
    <w:rsid w:val="0035658F"/>
    <w:pPr>
      <w:tabs>
        <w:tab w:val="center" w:pos="4320"/>
        <w:tab w:val="right" w:pos="8640"/>
      </w:tabs>
      <w:ind w:left="0" w:firstLine="0"/>
    </w:pPr>
    <w:rPr>
      <w:sz w:val="16"/>
    </w:rPr>
  </w:style>
  <w:style w:type="character" w:styleId="PageNumber">
    <w:name w:val="page number"/>
    <w:basedOn w:val="DefaultParagraphFont"/>
    <w:rsid w:val="00B550F0"/>
  </w:style>
  <w:style w:type="paragraph" w:styleId="BalloonText">
    <w:name w:val="Balloon Text"/>
    <w:basedOn w:val="Normal"/>
    <w:semiHidden/>
    <w:rsid w:val="0035658F"/>
    <w:rPr>
      <w:rFonts w:ascii="Tahoma" w:hAnsi="Tahoma" w:cs="Tahoma"/>
      <w:sz w:val="16"/>
      <w:szCs w:val="16"/>
    </w:rPr>
  </w:style>
  <w:style w:type="paragraph" w:customStyle="1" w:styleId="AchievementStandard">
    <w:name w:val="Achievement Standard"/>
    <w:rsid w:val="0014391B"/>
    <w:pPr>
      <w:autoSpaceDE w:val="0"/>
      <w:autoSpaceDN w:val="0"/>
      <w:adjustRightInd w:val="0"/>
      <w:spacing w:after="300" w:line="240" w:lineRule="atLeast"/>
    </w:pPr>
    <w:rPr>
      <w:rFonts w:ascii="Stone Sans Bold" w:hAnsi="Stone Sans Bold"/>
      <w:color w:val="000000"/>
      <w:sz w:val="18"/>
      <w:szCs w:val="18"/>
    </w:rPr>
  </w:style>
  <w:style w:type="character" w:styleId="CommentReference">
    <w:name w:val="annotation reference"/>
    <w:semiHidden/>
    <w:rsid w:val="0035658F"/>
    <w:rPr>
      <w:rFonts w:cs="Times New Roman"/>
      <w:sz w:val="16"/>
      <w:szCs w:val="16"/>
    </w:rPr>
  </w:style>
  <w:style w:type="paragraph" w:styleId="CommentText">
    <w:name w:val="annotation text"/>
    <w:basedOn w:val="Normal"/>
    <w:semiHidden/>
    <w:rsid w:val="0035658F"/>
    <w:rPr>
      <w:szCs w:val="20"/>
    </w:rPr>
  </w:style>
  <w:style w:type="paragraph" w:styleId="CommentSubject">
    <w:name w:val="annotation subject"/>
    <w:basedOn w:val="CommentText"/>
    <w:next w:val="CommentText"/>
    <w:semiHidden/>
    <w:rsid w:val="0035658F"/>
    <w:rPr>
      <w:b/>
      <w:bCs/>
    </w:rPr>
  </w:style>
  <w:style w:type="character" w:styleId="Hyperlink">
    <w:name w:val="Hyperlink"/>
    <w:rsid w:val="0035658F"/>
    <w:rPr>
      <w:rFonts w:cs="Times New Roman"/>
      <w:color w:val="0000FF"/>
      <w:u w:val="single"/>
    </w:rPr>
  </w:style>
  <w:style w:type="paragraph" w:customStyle="1" w:styleId="Lesson">
    <w:name w:val="Lesson #"/>
    <w:basedOn w:val="Normal"/>
    <w:rsid w:val="001145B5"/>
    <w:rPr>
      <w:b/>
    </w:rPr>
  </w:style>
  <w:style w:type="paragraph" w:customStyle="1" w:styleId="BulletedList">
    <w:name w:val="Bulleted List"/>
    <w:basedOn w:val="Normal"/>
    <w:autoRedefine/>
    <w:rsid w:val="00515CAF"/>
    <w:pPr>
      <w:numPr>
        <w:ilvl w:val="1"/>
        <w:numId w:val="1"/>
      </w:numPr>
    </w:pPr>
    <w:rPr>
      <w:rFonts w:cs="Arial"/>
      <w:szCs w:val="22"/>
    </w:rPr>
  </w:style>
  <w:style w:type="paragraph" w:customStyle="1" w:styleId="Unit">
    <w:name w:val="Unit #"/>
    <w:basedOn w:val="Heading2"/>
    <w:rsid w:val="001145B5"/>
    <w:pPr>
      <w:jc w:val="center"/>
    </w:pPr>
  </w:style>
  <w:style w:type="paragraph" w:customStyle="1" w:styleId="BL">
    <w:name w:val="BL"/>
    <w:basedOn w:val="Normal"/>
    <w:link w:val="BLChar"/>
    <w:autoRedefine/>
    <w:qFormat/>
    <w:rsid w:val="0035658F"/>
    <w:pPr>
      <w:numPr>
        <w:numId w:val="4"/>
      </w:numPr>
      <w:suppressAutoHyphens/>
      <w:autoSpaceDE w:val="0"/>
      <w:autoSpaceDN w:val="0"/>
      <w:adjustRightInd w:val="0"/>
      <w:spacing w:before="120" w:line="240" w:lineRule="auto"/>
      <w:ind w:left="648"/>
      <w:textAlignment w:val="center"/>
    </w:pPr>
    <w:rPr>
      <w:rFonts w:cs="Courier New"/>
      <w:color w:val="000000"/>
      <w:szCs w:val="20"/>
    </w:rPr>
  </w:style>
  <w:style w:type="paragraph" w:styleId="BodyTextIndent2">
    <w:name w:val="Body Text Indent 2"/>
    <w:basedOn w:val="Normal"/>
    <w:rsid w:val="00637109"/>
    <w:pPr>
      <w:widowControl w:val="0"/>
      <w:autoSpaceDE w:val="0"/>
      <w:autoSpaceDN w:val="0"/>
      <w:ind w:left="1440" w:hanging="720"/>
    </w:pPr>
    <w:rPr>
      <w:rFonts w:ascii="Courier New" w:hAnsi="Courier New" w:cs="Courier New"/>
      <w:szCs w:val="20"/>
    </w:rPr>
  </w:style>
  <w:style w:type="character" w:customStyle="1" w:styleId="BLChar">
    <w:name w:val="BL Char"/>
    <w:link w:val="BL"/>
    <w:rsid w:val="00D0713C"/>
    <w:rPr>
      <w:rFonts w:ascii="Arial" w:hAnsi="Arial" w:cs="Courier New"/>
      <w:color w:val="000000"/>
    </w:rPr>
  </w:style>
  <w:style w:type="paragraph" w:styleId="NormalWeb">
    <w:name w:val="Normal (Web)"/>
    <w:basedOn w:val="Normal"/>
    <w:uiPriority w:val="99"/>
    <w:semiHidden/>
    <w:unhideWhenUsed/>
    <w:rsid w:val="00550219"/>
    <w:pPr>
      <w:spacing w:before="100" w:beforeAutospacing="1" w:after="100" w:afterAutospacing="1"/>
    </w:pPr>
    <w:rPr>
      <w:rFonts w:ascii="Times New Roman" w:hAnsi="Times New Roman"/>
      <w:sz w:val="24"/>
    </w:rPr>
  </w:style>
  <w:style w:type="character" w:styleId="Emphasis">
    <w:name w:val="Emphasis"/>
    <w:uiPriority w:val="20"/>
    <w:qFormat/>
    <w:rsid w:val="00550219"/>
    <w:rPr>
      <w:i/>
      <w:iCs/>
    </w:rPr>
  </w:style>
  <w:style w:type="character" w:customStyle="1" w:styleId="HeaderChar">
    <w:name w:val="Header Char"/>
    <w:link w:val="Header"/>
    <w:locked/>
    <w:rsid w:val="00736B0A"/>
    <w:rPr>
      <w:rFonts w:ascii="Arial" w:hAnsi="Arial"/>
      <w:szCs w:val="24"/>
    </w:rPr>
  </w:style>
  <w:style w:type="character" w:customStyle="1" w:styleId="Heading1Char">
    <w:name w:val="Heading 1 Char"/>
    <w:link w:val="Heading1"/>
    <w:rsid w:val="00823711"/>
    <w:rPr>
      <w:rFonts w:ascii="Arial" w:hAnsi="Arial" w:cs="Arial"/>
      <w:b/>
      <w:bCs/>
      <w:kern w:val="32"/>
      <w:sz w:val="32"/>
      <w:szCs w:val="32"/>
    </w:rPr>
  </w:style>
  <w:style w:type="character" w:customStyle="1" w:styleId="Heading3Char">
    <w:name w:val="Heading 3 Char"/>
    <w:link w:val="Heading3"/>
    <w:rsid w:val="00823711"/>
    <w:rPr>
      <w:rFonts w:ascii="Arial" w:hAnsi="Arial" w:cs="Arial"/>
      <w:b/>
      <w:bCs/>
      <w:sz w:val="26"/>
      <w:szCs w:val="26"/>
    </w:rPr>
  </w:style>
  <w:style w:type="paragraph" w:customStyle="1" w:styleId="TableHeadings">
    <w:name w:val="Table Headings"/>
    <w:basedOn w:val="Normal"/>
    <w:autoRedefine/>
    <w:qFormat/>
    <w:rsid w:val="0035658F"/>
    <w:pPr>
      <w:tabs>
        <w:tab w:val="left" w:pos="360"/>
        <w:tab w:val="left" w:pos="720"/>
      </w:tabs>
      <w:spacing w:before="120"/>
      <w:ind w:left="0" w:firstLine="0"/>
    </w:pPr>
    <w:rPr>
      <w:b/>
      <w:color w:val="FFFFFF"/>
      <w:szCs w:val="20"/>
    </w:rPr>
  </w:style>
  <w:style w:type="paragraph" w:styleId="BodyText">
    <w:name w:val="Body Text"/>
    <w:basedOn w:val="Normal"/>
    <w:link w:val="BodyTextChar"/>
    <w:qFormat/>
    <w:rsid w:val="0035658F"/>
    <w:pPr>
      <w:tabs>
        <w:tab w:val="left" w:pos="1080"/>
      </w:tabs>
      <w:suppressAutoHyphens/>
      <w:autoSpaceDE w:val="0"/>
      <w:autoSpaceDN w:val="0"/>
      <w:adjustRightInd w:val="0"/>
      <w:spacing w:before="120" w:line="240" w:lineRule="auto"/>
      <w:ind w:left="0" w:firstLine="0"/>
      <w:textAlignment w:val="center"/>
    </w:pPr>
    <w:rPr>
      <w:rFonts w:cs="Arial"/>
      <w:color w:val="000000"/>
    </w:rPr>
  </w:style>
  <w:style w:type="character" w:customStyle="1" w:styleId="BodyTextChar">
    <w:name w:val="Body Text Char"/>
    <w:link w:val="BodyText"/>
    <w:rsid w:val="0035658F"/>
    <w:rPr>
      <w:rFonts w:ascii="Arial" w:hAnsi="Arial" w:cs="Arial"/>
      <w:color w:val="000000"/>
      <w:szCs w:val="24"/>
    </w:rPr>
  </w:style>
  <w:style w:type="paragraph" w:customStyle="1" w:styleId="Numbered">
    <w:name w:val="Numbered"/>
    <w:basedOn w:val="BodyText"/>
    <w:autoRedefine/>
    <w:qFormat/>
    <w:rsid w:val="0035658F"/>
    <w:pPr>
      <w:numPr>
        <w:numId w:val="3"/>
      </w:numPr>
      <w:tabs>
        <w:tab w:val="clear" w:pos="1080"/>
        <w:tab w:val="left" w:pos="360"/>
      </w:tabs>
      <w:spacing w:before="240"/>
      <w:ind w:left="648"/>
    </w:pPr>
  </w:style>
  <w:style w:type="paragraph" w:customStyle="1" w:styleId="ResourceNo">
    <w:name w:val="ResourceNo"/>
    <w:basedOn w:val="Normal"/>
    <w:next w:val="ResourceTitle"/>
    <w:link w:val="ResourceNoChar"/>
    <w:autoRedefine/>
    <w:qFormat/>
    <w:rsid w:val="0035658F"/>
    <w:pPr>
      <w:pageBreakBefore/>
      <w:widowControl w:val="0"/>
      <w:suppressAutoHyphens/>
      <w:autoSpaceDE w:val="0"/>
      <w:autoSpaceDN w:val="0"/>
      <w:adjustRightInd w:val="0"/>
      <w:spacing w:before="120" w:line="240" w:lineRule="auto"/>
      <w:jc w:val="center"/>
      <w:textAlignment w:val="center"/>
    </w:pPr>
    <w:rPr>
      <w:rFonts w:cs="AvenirLT-Heavy"/>
      <w:b/>
      <w:color w:val="27448B"/>
      <w:szCs w:val="44"/>
    </w:rPr>
  </w:style>
  <w:style w:type="character" w:customStyle="1" w:styleId="ResourceNoChar">
    <w:name w:val="ResourceNo Char"/>
    <w:link w:val="ResourceNo"/>
    <w:locked/>
    <w:rsid w:val="0035658F"/>
    <w:rPr>
      <w:rFonts w:ascii="Arial" w:hAnsi="Arial" w:cs="AvenirLT-Heavy"/>
      <w:b/>
      <w:color w:val="27448B"/>
      <w:szCs w:val="44"/>
    </w:rPr>
  </w:style>
  <w:style w:type="paragraph" w:customStyle="1" w:styleId="LessonNo">
    <w:name w:val="LessonNo"/>
    <w:basedOn w:val="Normal"/>
    <w:rsid w:val="0035658F"/>
    <w:pPr>
      <w:widowControl w:val="0"/>
      <w:suppressAutoHyphens/>
      <w:autoSpaceDE w:val="0"/>
      <w:autoSpaceDN w:val="0"/>
      <w:adjustRightInd w:val="0"/>
      <w:spacing w:line="240" w:lineRule="auto"/>
      <w:jc w:val="center"/>
      <w:textAlignment w:val="center"/>
    </w:pPr>
    <w:rPr>
      <w:rFonts w:cs="AvenirLT-Heavy"/>
      <w:b/>
      <w:color w:val="003399"/>
      <w:sz w:val="56"/>
      <w:szCs w:val="56"/>
    </w:rPr>
  </w:style>
  <w:style w:type="paragraph" w:customStyle="1" w:styleId="LessonTitle">
    <w:name w:val="Lesson Title"/>
    <w:basedOn w:val="Normal"/>
    <w:autoRedefine/>
    <w:rsid w:val="0035658F"/>
    <w:pPr>
      <w:keepNext/>
      <w:widowControl w:val="0"/>
      <w:suppressAutoHyphens/>
      <w:autoSpaceDE w:val="0"/>
      <w:autoSpaceDN w:val="0"/>
      <w:adjustRightInd w:val="0"/>
      <w:spacing w:before="120" w:after="40" w:line="240" w:lineRule="auto"/>
      <w:ind w:left="0" w:firstLine="0"/>
      <w:jc w:val="center"/>
      <w:textAlignment w:val="center"/>
    </w:pPr>
    <w:rPr>
      <w:rFonts w:cs="Wingdings"/>
      <w:b/>
      <w:color w:val="4D89C5"/>
      <w:sz w:val="56"/>
      <w:szCs w:val="56"/>
    </w:rPr>
  </w:style>
  <w:style w:type="paragraph" w:customStyle="1" w:styleId="TableText">
    <w:name w:val="Table Text"/>
    <w:basedOn w:val="BodyText"/>
    <w:autoRedefine/>
    <w:qFormat/>
    <w:rsid w:val="0035658F"/>
    <w:pPr>
      <w:tabs>
        <w:tab w:val="clear" w:pos="1080"/>
      </w:tabs>
    </w:pPr>
    <w:rPr>
      <w:rFonts w:cs="Tahoma"/>
    </w:rPr>
  </w:style>
  <w:style w:type="paragraph" w:customStyle="1" w:styleId="Instructions">
    <w:name w:val="Instructions"/>
    <w:basedOn w:val="BodyText"/>
    <w:autoRedefine/>
    <w:rsid w:val="004030B1"/>
    <w:pPr>
      <w:shd w:val="clear" w:color="auto" w:fill="00B050"/>
      <w:tabs>
        <w:tab w:val="left" w:pos="1620"/>
        <w:tab w:val="left" w:pos="4320"/>
        <w:tab w:val="left" w:pos="4680"/>
      </w:tabs>
      <w:spacing w:after="240"/>
      <w:jc w:val="center"/>
    </w:pPr>
    <w:rPr>
      <w:i/>
      <w:color w:val="FFFFFF" w:themeColor="background1"/>
      <w:szCs w:val="20"/>
    </w:rPr>
  </w:style>
  <w:style w:type="paragraph" w:customStyle="1" w:styleId="Resources">
    <w:name w:val="Resources"/>
    <w:basedOn w:val="Normal"/>
    <w:rsid w:val="0035658F"/>
    <w:pPr>
      <w:widowControl w:val="0"/>
      <w:pBdr>
        <w:top w:val="single" w:sz="24" w:space="3" w:color="27448B"/>
      </w:pBdr>
      <w:suppressAutoHyphens/>
      <w:autoSpaceDE w:val="0"/>
      <w:autoSpaceDN w:val="0"/>
      <w:adjustRightInd w:val="0"/>
      <w:spacing w:before="480" w:after="240" w:line="240" w:lineRule="auto"/>
      <w:textAlignment w:val="center"/>
    </w:pPr>
    <w:rPr>
      <w:rFonts w:cs="AvenirLT-Heavy"/>
      <w:b/>
      <w:color w:val="003399"/>
      <w:sz w:val="32"/>
      <w:szCs w:val="32"/>
    </w:rPr>
  </w:style>
  <w:style w:type="paragraph" w:customStyle="1" w:styleId="CrieriaTablelist">
    <w:name w:val="Crieria Table list"/>
    <w:basedOn w:val="BodyText"/>
    <w:autoRedefine/>
    <w:rsid w:val="0035658F"/>
    <w:rPr>
      <w:rFonts w:cs="Times New Roman"/>
    </w:rPr>
  </w:style>
  <w:style w:type="paragraph" w:customStyle="1" w:styleId="ResourceTitle">
    <w:name w:val="Resource Title"/>
    <w:basedOn w:val="Normal"/>
    <w:next w:val="BodyText"/>
    <w:autoRedefine/>
    <w:qFormat/>
    <w:rsid w:val="0035658F"/>
    <w:pPr>
      <w:widowControl w:val="0"/>
      <w:suppressAutoHyphens/>
      <w:autoSpaceDE w:val="0"/>
      <w:autoSpaceDN w:val="0"/>
      <w:adjustRightInd w:val="0"/>
      <w:spacing w:after="240" w:line="240" w:lineRule="auto"/>
      <w:ind w:left="0" w:firstLine="0"/>
      <w:jc w:val="center"/>
      <w:textAlignment w:val="center"/>
    </w:pPr>
    <w:rPr>
      <w:rFonts w:cs="AvenirLT-Heavy"/>
      <w:b/>
      <w:color w:val="27448B"/>
      <w:sz w:val="36"/>
      <w:szCs w:val="36"/>
    </w:rPr>
  </w:style>
  <w:style w:type="paragraph" w:customStyle="1" w:styleId="H1">
    <w:name w:val="H1"/>
    <w:basedOn w:val="Normal"/>
    <w:autoRedefine/>
    <w:qFormat/>
    <w:rsid w:val="0035658F"/>
    <w:pPr>
      <w:keepNext/>
      <w:widowControl w:val="0"/>
      <w:pBdr>
        <w:top w:val="single" w:sz="24" w:space="3" w:color="27448B"/>
      </w:pBdr>
      <w:suppressAutoHyphens/>
      <w:autoSpaceDE w:val="0"/>
      <w:autoSpaceDN w:val="0"/>
      <w:adjustRightInd w:val="0"/>
      <w:spacing w:before="240" w:line="240" w:lineRule="auto"/>
      <w:ind w:left="0" w:firstLine="0"/>
      <w:textAlignment w:val="center"/>
    </w:pPr>
    <w:rPr>
      <w:rFonts w:cs="AvenirLT-Heavy"/>
      <w:b/>
      <w:color w:val="27448B"/>
      <w:sz w:val="32"/>
      <w:szCs w:val="32"/>
    </w:rPr>
  </w:style>
  <w:style w:type="paragraph" w:customStyle="1" w:styleId="CourseName">
    <w:name w:val="Course Name"/>
    <w:basedOn w:val="Normal"/>
    <w:autoRedefine/>
    <w:rsid w:val="0035658F"/>
    <w:pPr>
      <w:spacing w:line="240" w:lineRule="auto"/>
      <w:jc w:val="center"/>
    </w:pPr>
    <w:rPr>
      <w:rFonts w:cs="Arial"/>
      <w:color w:val="003399"/>
      <w:sz w:val="36"/>
      <w:szCs w:val="36"/>
    </w:rPr>
  </w:style>
  <w:style w:type="paragraph" w:customStyle="1" w:styleId="RubricTableheadings">
    <w:name w:val="Rubric Table headings"/>
    <w:basedOn w:val="TableText"/>
    <w:rsid w:val="0035658F"/>
    <w:rPr>
      <w:b/>
      <w:bCs/>
      <w:color w:val="FFFFFF"/>
    </w:rPr>
  </w:style>
  <w:style w:type="paragraph" w:customStyle="1" w:styleId="Checkboxplacement">
    <w:name w:val="Checkbox placement"/>
    <w:basedOn w:val="BodyText"/>
    <w:autoRedefine/>
    <w:rsid w:val="0035658F"/>
    <w:rPr>
      <w:sz w:val="36"/>
    </w:rPr>
  </w:style>
  <w:style w:type="character" w:customStyle="1" w:styleId="Answerkey">
    <w:name w:val="Answer key"/>
    <w:qFormat/>
    <w:rsid w:val="0035658F"/>
    <w:rPr>
      <w:rFonts w:ascii="Arial" w:hAnsi="Arial"/>
      <w:i/>
      <w:color w:val="0000FF"/>
      <w:sz w:val="20"/>
      <w:szCs w:val="20"/>
    </w:rPr>
  </w:style>
  <w:style w:type="paragraph" w:customStyle="1" w:styleId="Headers">
    <w:name w:val="Headers"/>
    <w:basedOn w:val="Normal"/>
    <w:autoRedefine/>
    <w:rsid w:val="0035658F"/>
    <w:pPr>
      <w:tabs>
        <w:tab w:val="center" w:pos="4320"/>
        <w:tab w:val="right" w:pos="8640"/>
      </w:tabs>
      <w:spacing w:after="0" w:line="240" w:lineRule="auto"/>
      <w:ind w:left="0" w:firstLine="0"/>
    </w:pPr>
    <w:rPr>
      <w:rFonts w:cs="Arial"/>
      <w:b/>
      <w:color w:val="336699"/>
      <w:sz w:val="18"/>
      <w:szCs w:val="18"/>
    </w:rPr>
  </w:style>
  <w:style w:type="paragraph" w:customStyle="1" w:styleId="Indent">
    <w:name w:val="Indent"/>
    <w:basedOn w:val="Numbered"/>
    <w:autoRedefine/>
    <w:rsid w:val="0035658F"/>
    <w:pPr>
      <w:numPr>
        <w:numId w:val="0"/>
      </w:numPr>
      <w:spacing w:before="120"/>
      <w:ind w:left="634"/>
    </w:pPr>
  </w:style>
  <w:style w:type="paragraph" w:customStyle="1" w:styleId="H2">
    <w:name w:val="H2"/>
    <w:basedOn w:val="Normal"/>
    <w:next w:val="Normal"/>
    <w:autoRedefine/>
    <w:qFormat/>
    <w:rsid w:val="0035658F"/>
    <w:pPr>
      <w:keepNext/>
      <w:widowControl w:val="0"/>
      <w:suppressAutoHyphens/>
      <w:autoSpaceDE w:val="0"/>
      <w:autoSpaceDN w:val="0"/>
      <w:adjustRightInd w:val="0"/>
      <w:spacing w:before="240" w:line="240" w:lineRule="auto"/>
      <w:ind w:left="0" w:firstLine="0"/>
      <w:textAlignment w:val="center"/>
    </w:pPr>
    <w:rPr>
      <w:rFonts w:cs="Arial"/>
      <w:b/>
      <w:bCs/>
      <w:color w:val="27448B"/>
      <w:sz w:val="28"/>
      <w:szCs w:val="28"/>
    </w:rPr>
  </w:style>
  <w:style w:type="paragraph" w:customStyle="1" w:styleId="H3">
    <w:name w:val="H3"/>
    <w:basedOn w:val="H2"/>
    <w:next w:val="BodyText"/>
    <w:autoRedefine/>
    <w:qFormat/>
    <w:rsid w:val="0035658F"/>
    <w:pPr>
      <w:spacing w:before="120"/>
    </w:pPr>
    <w:rPr>
      <w:b w:val="0"/>
      <w:sz w:val="24"/>
    </w:rPr>
  </w:style>
  <w:style w:type="paragraph" w:customStyle="1" w:styleId="code">
    <w:name w:val="code"/>
    <w:basedOn w:val="BodyText"/>
    <w:autoRedefine/>
    <w:rsid w:val="0035658F"/>
    <w:pPr>
      <w:tabs>
        <w:tab w:val="clear" w:pos="1080"/>
      </w:tabs>
      <w:suppressAutoHyphens w:val="0"/>
      <w:autoSpaceDE/>
      <w:autoSpaceDN/>
      <w:adjustRightInd/>
      <w:spacing w:after="0"/>
      <w:textAlignment w:val="auto"/>
    </w:pPr>
    <w:rPr>
      <w:rFonts w:ascii="Courier" w:hAnsi="Courier" w:cs="Times New Roman"/>
      <w:color w:val="auto"/>
    </w:rPr>
  </w:style>
  <w:style w:type="paragraph" w:customStyle="1" w:styleId="codeindent1">
    <w:name w:val="code indent 1"/>
    <w:basedOn w:val="code"/>
    <w:rsid w:val="0035658F"/>
    <w:pPr>
      <w:ind w:left="720"/>
    </w:pPr>
  </w:style>
  <w:style w:type="paragraph" w:customStyle="1" w:styleId="codeindent2">
    <w:name w:val="code indent 2"/>
    <w:basedOn w:val="code"/>
    <w:rsid w:val="0035658F"/>
    <w:pPr>
      <w:ind w:left="1440"/>
    </w:pPr>
  </w:style>
  <w:style w:type="character" w:customStyle="1" w:styleId="codechar">
    <w:name w:val="code char"/>
    <w:rsid w:val="0035658F"/>
    <w:rPr>
      <w:rFonts w:ascii="Courier" w:hAnsi="Courier"/>
      <w:sz w:val="20"/>
    </w:rPr>
  </w:style>
  <w:style w:type="paragraph" w:customStyle="1" w:styleId="TableHeadingsBlack">
    <w:name w:val="Table Headings Black"/>
    <w:basedOn w:val="TableHeadings"/>
    <w:autoRedefine/>
    <w:rsid w:val="0035658F"/>
    <w:rPr>
      <w:color w:val="000000"/>
    </w:rPr>
  </w:style>
  <w:style w:type="paragraph" w:customStyle="1" w:styleId="ActivityHead">
    <w:name w:val="Activity Head"/>
    <w:basedOn w:val="Normal"/>
    <w:autoRedefine/>
    <w:rsid w:val="0035658F"/>
    <w:pPr>
      <w:widowControl w:val="0"/>
      <w:suppressAutoHyphens/>
      <w:autoSpaceDE w:val="0"/>
      <w:autoSpaceDN w:val="0"/>
      <w:adjustRightInd w:val="0"/>
      <w:ind w:left="0" w:firstLine="0"/>
      <w:textAlignment w:val="center"/>
    </w:pPr>
    <w:rPr>
      <w:rFonts w:cs="Courier New"/>
      <w:b/>
      <w:bCs/>
      <w:color w:val="27448B"/>
      <w:szCs w:val="32"/>
    </w:rPr>
  </w:style>
  <w:style w:type="table" w:customStyle="1" w:styleId="LightShading-Accent11">
    <w:name w:val="Light Shading - Accent 11"/>
    <w:aliases w:val="Student / Teacher Resource Table"/>
    <w:basedOn w:val="TableNormal"/>
    <w:uiPriority w:val="60"/>
    <w:rsid w:val="0035658F"/>
    <w:rPr>
      <w:color w:val="000000"/>
    </w:rPr>
    <w:tblPr>
      <w:tblStyleRow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tcMar>
        <w:top w:w="144" w:type="dxa"/>
        <w:left w:w="144" w:type="dxa"/>
        <w:bottom w:w="144" w:type="dxa"/>
        <w:right w:w="144" w:type="dxa"/>
      </w:tcMar>
    </w:tcPr>
    <w:tblStylePr w:type="firstRow">
      <w:pPr>
        <w:spacing w:before="0" w:after="0" w:line="240" w:lineRule="auto"/>
      </w:pPr>
      <w:rPr>
        <w:b/>
        <w:bCs/>
        <w:color w:val="FFFFFF"/>
      </w:rPr>
      <w:tblPr/>
      <w:tcPr>
        <w:shd w:val="clear" w:color="auto" w:fill="336699"/>
      </w:tcPr>
    </w:tblStylePr>
    <w:tblStylePr w:type="lastRow">
      <w:pPr>
        <w:spacing w:before="0" w:after="0" w:line="240" w:lineRule="auto"/>
      </w:pPr>
      <w:rPr>
        <w:b/>
        <w:bCs/>
      </w:rPr>
      <w:tblPr/>
      <w:tcPr>
        <w:tcBorders>
          <w:top w:val="single" w:sz="8" w:space="0" w:color="27448B"/>
          <w:left w:val="nil"/>
          <w:bottom w:val="single" w:sz="8" w:space="0" w:color="27448B"/>
          <w:right w:val="nil"/>
          <w:insideH w:val="nil"/>
          <w:insideV w:val="nil"/>
        </w:tcBorders>
      </w:tcPr>
    </w:tblStylePr>
    <w:tblStylePr w:type="firstCol">
      <w:rPr>
        <w:b/>
        <w:bCs/>
      </w:rPr>
    </w:tblStylePr>
    <w:tblStylePr w:type="lastCol">
      <w:rPr>
        <w:b/>
        <w:bCs/>
      </w:rPr>
    </w:tblStylePr>
    <w:tblStylePr w:type="band1Horz">
      <w:tblPr/>
      <w:tcPr>
        <w:shd w:val="clear" w:color="auto" w:fill="CADCEE"/>
      </w:tcPr>
    </w:tblStylePr>
    <w:tblStylePr w:type="band2Horz">
      <w:tblPr/>
      <w:tcPr>
        <w:shd w:val="clear" w:color="auto" w:fill="FFFFFF"/>
      </w:tcPr>
    </w:tblStylePr>
  </w:style>
  <w:style w:type="paragraph" w:customStyle="1" w:styleId="Style1">
    <w:name w:val="Style1"/>
    <w:basedOn w:val="BL"/>
    <w:rsid w:val="0035658F"/>
  </w:style>
  <w:style w:type="paragraph" w:customStyle="1" w:styleId="BL-sub">
    <w:name w:val="BL-sub"/>
    <w:basedOn w:val="BL"/>
    <w:qFormat/>
    <w:rsid w:val="0035658F"/>
    <w:pPr>
      <w:numPr>
        <w:numId w:val="6"/>
      </w:numPr>
      <w:ind w:left="1008"/>
    </w:pPr>
  </w:style>
  <w:style w:type="paragraph" w:customStyle="1" w:styleId="Presentationtext">
    <w:name w:val="Presentation text"/>
    <w:basedOn w:val="BodyText"/>
    <w:rsid w:val="0035658F"/>
    <w:rPr>
      <w:sz w:val="18"/>
    </w:rPr>
  </w:style>
  <w:style w:type="paragraph" w:customStyle="1" w:styleId="TableBL">
    <w:name w:val="Table BL"/>
    <w:basedOn w:val="BL"/>
    <w:autoRedefine/>
    <w:qFormat/>
    <w:rsid w:val="0035658F"/>
    <w:pPr>
      <w:tabs>
        <w:tab w:val="left" w:pos="360"/>
      </w:tabs>
      <w:spacing w:before="0" w:after="80"/>
      <w:ind w:left="360"/>
    </w:pPr>
  </w:style>
  <w:style w:type="paragraph" w:customStyle="1" w:styleId="TableIndent">
    <w:name w:val="Table Indent"/>
    <w:basedOn w:val="Indent"/>
    <w:autoRedefine/>
    <w:qFormat/>
    <w:rsid w:val="0035658F"/>
    <w:pPr>
      <w:ind w:left="360"/>
    </w:pPr>
    <w:rPr>
      <w:rFonts w:cs="Courier New"/>
      <w:szCs w:val="20"/>
    </w:rPr>
  </w:style>
  <w:style w:type="character" w:customStyle="1" w:styleId="FooterChar">
    <w:name w:val="Footer Char"/>
    <w:basedOn w:val="DefaultParagraphFont"/>
    <w:link w:val="Footer"/>
    <w:uiPriority w:val="99"/>
    <w:rsid w:val="00427759"/>
    <w:rPr>
      <w:rFonts w:ascii="Arial" w:hAnsi="Arial"/>
      <w:sz w:val="1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4717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talie\AppData\Roaming\Microsoft\Templates\Teacher%20Resource%20Template_01311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Teacher Resource Template_013113</Template>
  <TotalTime>4</TotalTime>
  <Pages>4</Pages>
  <Words>992</Words>
  <Characters>5658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Scope and Sequence</vt:lpstr>
    </vt:vector>
  </TitlesOfParts>
  <Company/>
  <LinksUpToDate>false</LinksUpToDate>
  <CharactersWithSpaces>6637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Blanch</dc:creator>
  <cp:lastModifiedBy>Helen Blanch</cp:lastModifiedBy>
  <cp:revision>4</cp:revision>
  <cp:lastPrinted>2008-08-13T15:34:00Z</cp:lastPrinted>
  <dcterms:created xsi:type="dcterms:W3CDTF">2021-06-14T13:54:00Z</dcterms:created>
  <dcterms:modified xsi:type="dcterms:W3CDTF">2021-07-28T16:48:00Z</dcterms:modified>
</cp:coreProperties>
</file>